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952141" w14:textId="77777777" w:rsidR="008E1378" w:rsidRPr="003D398B" w:rsidRDefault="00DD4196" w:rsidP="00C63D74">
      <w:pPr>
        <w:pStyle w:val="UponorHead"/>
        <w:rPr>
          <w:rFonts w:ascii="Century Gothic" w:hAnsi="Century Gothic"/>
          <w:lang w:val="de-DE"/>
        </w:rPr>
      </w:pPr>
      <w:r w:rsidRPr="003D398B">
        <w:rPr>
          <w:rFonts w:ascii="Century Gothic" w:hAnsi="Century Gothic"/>
          <w:lang w:val="de-DE"/>
        </w:rPr>
        <w:t xml:space="preserve">Uponor bringt Rohrinnovation für Nahwärmenetze auf den Markt </w:t>
      </w:r>
      <w:r w:rsidR="004D0B5B" w:rsidRPr="003D398B">
        <w:rPr>
          <w:rFonts w:ascii="Century Gothic" w:hAnsi="Century Gothic"/>
          <w:lang w:val="de-DE"/>
        </w:rPr>
        <w:t xml:space="preserve"> </w:t>
      </w:r>
    </w:p>
    <w:p w14:paraId="62298EFB" w14:textId="77777777" w:rsidR="0004587A" w:rsidRPr="003D398B" w:rsidRDefault="00DD4196" w:rsidP="00420251">
      <w:pPr>
        <w:pStyle w:val="Subline"/>
        <w:spacing w:after="0" w:line="280" w:lineRule="exact"/>
        <w:ind w:right="74"/>
        <w:jc w:val="left"/>
        <w:rPr>
          <w:rFonts w:ascii="Century Gothic" w:hAnsi="Century Gothic"/>
          <w:noProof/>
          <w:sz w:val="16"/>
          <w:szCs w:val="24"/>
          <w:lang w:val="de-DE"/>
        </w:rPr>
      </w:pPr>
      <w:r w:rsidRPr="003D398B">
        <w:rPr>
          <w:rFonts w:ascii="Century Gothic" w:hAnsi="Century Gothic"/>
          <w:noProof/>
          <w:sz w:val="16"/>
          <w:szCs w:val="24"/>
          <w:lang w:val="de-DE"/>
        </w:rPr>
        <w:t>Haßfurt / Frankfurt am Main, 22. März 2021</w:t>
      </w:r>
    </w:p>
    <w:p w14:paraId="6F5F2140" w14:textId="77777777" w:rsidR="00DD4196" w:rsidRPr="003D398B" w:rsidRDefault="00DD4196" w:rsidP="00420251">
      <w:pPr>
        <w:pStyle w:val="Subline"/>
        <w:spacing w:after="0" w:line="280" w:lineRule="exact"/>
        <w:ind w:right="74"/>
        <w:jc w:val="left"/>
        <w:rPr>
          <w:rFonts w:ascii="Century Gothic" w:hAnsi="Century Gothic"/>
          <w:noProof/>
          <w:sz w:val="24"/>
          <w:szCs w:val="24"/>
          <w:lang w:val="de-DE"/>
        </w:rPr>
      </w:pPr>
    </w:p>
    <w:p w14:paraId="2F8B8DEF" w14:textId="77777777" w:rsidR="003458B3" w:rsidRPr="003D398B" w:rsidRDefault="00DD4196" w:rsidP="00420251">
      <w:pPr>
        <w:pStyle w:val="UponorSubhead"/>
        <w:ind w:right="74"/>
        <w:rPr>
          <w:rFonts w:ascii="Century Gothic" w:hAnsi="Century Gothic"/>
          <w:noProof/>
          <w:lang w:val="de-DE"/>
        </w:rPr>
      </w:pPr>
      <w:r w:rsidRPr="003D398B">
        <w:rPr>
          <w:rFonts w:ascii="Century Gothic" w:hAnsi="Century Gothic"/>
          <w:noProof/>
          <w:lang w:val="de-DE"/>
        </w:rPr>
        <w:t xml:space="preserve">Dank seines innovativen und kompakten Dämmstoffs bietet das neue vorgedämmte Rohrsystem Ecoflex VIP eine hervorragende Dämmleistung, hohe Flexibilität, einen geringen Außendurchmesser und ein nachhaltiges Design, das die CO2-Bilanz deutlich senkt. </w:t>
      </w:r>
      <w:r w:rsidR="004D0B5B" w:rsidRPr="003D398B">
        <w:rPr>
          <w:rFonts w:ascii="Century Gothic" w:hAnsi="Century Gothic"/>
          <w:noProof/>
          <w:lang w:val="de-DE"/>
        </w:rPr>
        <w:t xml:space="preserve"> </w:t>
      </w:r>
      <w:r w:rsidR="003458B3" w:rsidRPr="003D398B">
        <w:rPr>
          <w:rFonts w:ascii="Century Gothic" w:hAnsi="Century Gothic"/>
          <w:noProof/>
          <w:lang w:val="de-DE"/>
        </w:rPr>
        <w:br/>
      </w:r>
    </w:p>
    <w:p w14:paraId="17D0E311" w14:textId="77777777" w:rsidR="00DD4196" w:rsidRPr="003D398B" w:rsidRDefault="00DD4196" w:rsidP="00DD4196">
      <w:pPr>
        <w:pStyle w:val="UponorSubhead"/>
        <w:numPr>
          <w:ilvl w:val="0"/>
          <w:numId w:val="22"/>
        </w:numPr>
        <w:ind w:left="284" w:hanging="284"/>
        <w:rPr>
          <w:rFonts w:ascii="Century Gothic" w:hAnsi="Century Gothic"/>
          <w:noProof/>
          <w:lang w:val="de-DE"/>
        </w:rPr>
      </w:pPr>
      <w:r w:rsidRPr="003D398B">
        <w:rPr>
          <w:rFonts w:ascii="Century Gothic" w:hAnsi="Century Gothic"/>
          <w:noProof/>
          <w:lang w:val="de-DE"/>
        </w:rPr>
        <w:t xml:space="preserve">Niedrigster Lambda-Wert und beste Dämmleistung auf dem Markt </w:t>
      </w:r>
    </w:p>
    <w:p w14:paraId="43A3C377" w14:textId="77777777" w:rsidR="00DD4196" w:rsidRPr="003D398B" w:rsidRDefault="00DD4196" w:rsidP="00DD4196">
      <w:pPr>
        <w:pStyle w:val="UponorSubhead"/>
        <w:numPr>
          <w:ilvl w:val="0"/>
          <w:numId w:val="22"/>
        </w:numPr>
        <w:ind w:left="284" w:hanging="284"/>
        <w:rPr>
          <w:rFonts w:ascii="Century Gothic" w:hAnsi="Century Gothic"/>
          <w:noProof/>
          <w:lang w:val="de-DE"/>
        </w:rPr>
      </w:pPr>
      <w:r w:rsidRPr="003D398B">
        <w:rPr>
          <w:rFonts w:ascii="Century Gothic" w:hAnsi="Century Gothic"/>
          <w:noProof/>
          <w:lang w:val="de-DE"/>
        </w:rPr>
        <w:t>Hohe Flexibilität ermöglicht schnellere und günstigere Installation</w:t>
      </w:r>
    </w:p>
    <w:p w14:paraId="7C8E8039" w14:textId="77777777" w:rsidR="00DD4196" w:rsidRPr="003D398B" w:rsidRDefault="00DD4196" w:rsidP="00DD4196">
      <w:pPr>
        <w:pStyle w:val="UponorSubhead"/>
        <w:numPr>
          <w:ilvl w:val="0"/>
          <w:numId w:val="22"/>
        </w:numPr>
        <w:ind w:left="284" w:hanging="284"/>
        <w:rPr>
          <w:rFonts w:ascii="Century Gothic" w:hAnsi="Century Gothic"/>
          <w:noProof/>
          <w:lang w:val="de-DE"/>
        </w:rPr>
      </w:pPr>
      <w:r w:rsidRPr="003D398B">
        <w:rPr>
          <w:rFonts w:ascii="Century Gothic" w:hAnsi="Century Gothic"/>
          <w:noProof/>
          <w:lang w:val="de-DE"/>
        </w:rPr>
        <w:t>Ab sofort in ganz Europa erhältlich</w:t>
      </w:r>
    </w:p>
    <w:p w14:paraId="01D9FC4D" w14:textId="77777777" w:rsidR="003458B3" w:rsidRPr="003D398B" w:rsidRDefault="003458B3" w:rsidP="00246A1A">
      <w:pPr>
        <w:pStyle w:val="Subline"/>
        <w:spacing w:after="0" w:line="280" w:lineRule="exact"/>
        <w:ind w:right="-210"/>
        <w:jc w:val="left"/>
        <w:rPr>
          <w:rFonts w:ascii="Century Gothic" w:hAnsi="Century Gothic"/>
          <w:sz w:val="24"/>
          <w:szCs w:val="24"/>
          <w:lang w:val="de-DE"/>
        </w:rPr>
      </w:pPr>
    </w:p>
    <w:p w14:paraId="22B0D789" w14:textId="77777777" w:rsidR="0055422F" w:rsidRPr="003D398B" w:rsidRDefault="00DD4196" w:rsidP="00C63D74">
      <w:pPr>
        <w:pStyle w:val="UponorCopytext"/>
        <w:rPr>
          <w:rFonts w:ascii="Century Gothic" w:hAnsi="Century Gothic"/>
          <w:lang w:val="de-DE"/>
        </w:rPr>
      </w:pPr>
      <w:r w:rsidRPr="003D398B">
        <w:rPr>
          <w:rFonts w:ascii="Century Gothic" w:hAnsi="Century Gothic"/>
          <w:lang w:val="de-DE"/>
        </w:rPr>
        <w:t>Die neue Rohrgeneration von Uponor vereint zwei der am meisten nachgefragten Eigenschaften auf dem Markt für vorgedämmte Rohrleitungssysteme: eine hervorragende Dämmleistung und eine hohe Flexibilität. Möglich macht das der einzigartige hybride Aufbau der Rohre mit innovativen Vakuum-Isolations-Paneelen (VIP). Diese haben sich bereits in der Gesundheits-, Automobil- und Bauindustrie bewährt und tragen wesentlich dazu bei, Wärmeverluste sowie CO2-Emissionen zu senken und so globale Nachhaltigkeitsziele zu erreichen.</w:t>
      </w:r>
    </w:p>
    <w:p w14:paraId="75497A23" w14:textId="77777777" w:rsidR="00DD4196" w:rsidRPr="003D398B" w:rsidRDefault="00DD4196" w:rsidP="00C63D74">
      <w:pPr>
        <w:pStyle w:val="UponorCopytext"/>
        <w:rPr>
          <w:rFonts w:ascii="Century Gothic" w:hAnsi="Century Gothic"/>
          <w:lang w:val="de-DE"/>
        </w:rPr>
      </w:pPr>
    </w:p>
    <w:p w14:paraId="1EDF799E" w14:textId="77777777" w:rsidR="008E1378" w:rsidRPr="003D398B" w:rsidRDefault="00DD4196" w:rsidP="00C63D74">
      <w:pPr>
        <w:pStyle w:val="UponorCopytext"/>
        <w:rPr>
          <w:rFonts w:ascii="Century Gothic" w:hAnsi="Century Gothic"/>
          <w:b/>
          <w:lang w:val="de-DE"/>
        </w:rPr>
      </w:pPr>
      <w:r w:rsidRPr="003D398B">
        <w:rPr>
          <w:rFonts w:ascii="Century Gothic" w:hAnsi="Century Gothic"/>
          <w:b/>
          <w:lang w:val="de-DE"/>
        </w:rPr>
        <w:t>Höchste Dämmleistung auf dem Markt</w:t>
      </w:r>
    </w:p>
    <w:p w14:paraId="7E496143" w14:textId="77777777" w:rsidR="00DD4196" w:rsidRPr="003D398B" w:rsidRDefault="00DD4196" w:rsidP="00C63D74">
      <w:pPr>
        <w:pStyle w:val="UponorCopytext"/>
        <w:rPr>
          <w:rFonts w:ascii="Century Gothic" w:hAnsi="Century Gothic"/>
          <w:lang w:val="de-DE"/>
        </w:rPr>
      </w:pPr>
    </w:p>
    <w:p w14:paraId="60253063" w14:textId="77777777" w:rsidR="0055422F" w:rsidRPr="003D398B" w:rsidRDefault="00DD4196" w:rsidP="00C63D74">
      <w:pPr>
        <w:pStyle w:val="UponorCopytext"/>
        <w:rPr>
          <w:rFonts w:ascii="Century Gothic" w:hAnsi="Century Gothic"/>
          <w:lang w:val="de-DE"/>
        </w:rPr>
      </w:pPr>
      <w:r w:rsidRPr="003D398B">
        <w:rPr>
          <w:rFonts w:ascii="Century Gothic" w:hAnsi="Century Gothic"/>
          <w:lang w:val="de-DE"/>
        </w:rPr>
        <w:t>Der Lambda-Wert der VIP-Dämmung liegt bei nur 0,004 W/mK. Dadurch bietet Ecoflex VIP die beste Dämmleistung auf dem Markt für PEX-Schaum-gedämmte Rohre. Im Vergleich zu Produkten mit gleichem Außendurchmesser lassen sich bei einem mit Ecoflex VIP hergestellten Wärmenetz die Wärmeverluste um bis zu 60 Prozent senken. Auch im Vergleich zu Rohren mit hart geschäumter PUR-Dämmung erreicht Ecoflex VIP von Uponor eine um rund 38 Prozent bessere Dämmleistung.</w:t>
      </w:r>
    </w:p>
    <w:p w14:paraId="0DBE3948" w14:textId="77777777" w:rsidR="00DD4196" w:rsidRPr="003D398B" w:rsidRDefault="00DD4196" w:rsidP="00C63D74">
      <w:pPr>
        <w:pStyle w:val="UponorCopytext"/>
        <w:rPr>
          <w:rFonts w:ascii="Century Gothic" w:hAnsi="Century Gothic"/>
          <w:lang w:val="de-DE"/>
        </w:rPr>
      </w:pPr>
    </w:p>
    <w:p w14:paraId="55A84789" w14:textId="77777777" w:rsidR="00DD4196" w:rsidRPr="003D398B" w:rsidRDefault="00A83060" w:rsidP="00DD4196">
      <w:pPr>
        <w:pStyle w:val="UponorCopytext"/>
        <w:rPr>
          <w:rFonts w:ascii="Century Gothic" w:hAnsi="Century Gothic"/>
          <w:lang w:val="de-DE"/>
        </w:rPr>
      </w:pPr>
      <w:r w:rsidRPr="003D398B">
        <w:rPr>
          <w:rFonts w:ascii="Century Gothic" w:hAnsi="Century Gothic"/>
          <w:lang w:val="de-DE"/>
        </w:rPr>
        <w:t xml:space="preserve">Die einzigartige hybride Bauweise der Rohre verringert den Außendurchmesser um bis zu 30 Prozent im Vergleich zu herkömmlichen vorgedämmten Rohren mit Weichschaum. Dank seines geringen Biegeradius lässt sich Ecoflex VIP sehr einfach und schnell verlegen: Fachhandwerker sparen rund ein Fünftel der </w:t>
      </w:r>
      <w:r w:rsidRPr="003D398B">
        <w:rPr>
          <w:rFonts w:ascii="Century Gothic" w:hAnsi="Century Gothic"/>
          <w:lang w:val="de-DE"/>
        </w:rPr>
        <w:lastRenderedPageBreak/>
        <w:t>Installationszeit im Vergleich zu vorgedämmten Kunststoffrohren mit Hartschaum und sogar mehr als die Hälfte im Vergleich zur Installation von Stahlrohren.</w:t>
      </w:r>
    </w:p>
    <w:p w14:paraId="33CD3E71" w14:textId="77777777" w:rsidR="008C5DAB" w:rsidRPr="003D398B" w:rsidRDefault="008C5DAB" w:rsidP="00C63D74">
      <w:pPr>
        <w:pStyle w:val="UponorCopytext"/>
        <w:rPr>
          <w:rFonts w:ascii="Century Gothic" w:hAnsi="Century Gothic"/>
          <w:lang w:val="de-DE"/>
        </w:rPr>
      </w:pPr>
    </w:p>
    <w:p w14:paraId="63E14F90" w14:textId="77777777" w:rsidR="0055422F" w:rsidRPr="003D398B" w:rsidRDefault="00DD4196" w:rsidP="00C63D74">
      <w:pPr>
        <w:pStyle w:val="UponorCopytext"/>
        <w:rPr>
          <w:rFonts w:ascii="Century Gothic" w:hAnsi="Century Gothic"/>
          <w:b/>
          <w:lang w:val="de-DE"/>
        </w:rPr>
      </w:pPr>
      <w:r w:rsidRPr="003D398B">
        <w:rPr>
          <w:rFonts w:ascii="Century Gothic" w:hAnsi="Century Gothic"/>
          <w:b/>
          <w:lang w:val="de-DE"/>
        </w:rPr>
        <w:t>Neuer Standard in Sachen Nachhaltigkeit</w:t>
      </w:r>
    </w:p>
    <w:p w14:paraId="55B63156" w14:textId="77777777" w:rsidR="00DD4196" w:rsidRPr="003D398B" w:rsidRDefault="00DD4196" w:rsidP="00C63D74">
      <w:pPr>
        <w:pStyle w:val="UponorCopytext"/>
        <w:rPr>
          <w:rFonts w:ascii="Century Gothic" w:hAnsi="Century Gothic"/>
          <w:lang w:val="de-DE"/>
        </w:rPr>
      </w:pPr>
    </w:p>
    <w:p w14:paraId="498F8AE8" w14:textId="77777777" w:rsidR="008E1378" w:rsidRPr="003D398B" w:rsidRDefault="00DD4196" w:rsidP="00C63D74">
      <w:pPr>
        <w:pStyle w:val="UponorCopytext"/>
        <w:rPr>
          <w:rFonts w:ascii="Century Gothic" w:hAnsi="Century Gothic"/>
          <w:lang w:val="de-DE"/>
        </w:rPr>
      </w:pPr>
      <w:r w:rsidRPr="003D398B">
        <w:rPr>
          <w:rFonts w:ascii="Century Gothic" w:hAnsi="Century Gothic"/>
          <w:lang w:val="de-DE"/>
        </w:rPr>
        <w:t>Die Europäische Union soll bis 2050 klimaneutral sein. „Nahwärme ist ein wichtiger Baustein zur Emissionsreduzierung. Zudem sinken mit dieser Art der dezentralen Wärmeversorgung für die Nutzer von Immobilien Aufwand und Kosten für Betrieb und Wartung einzelner Wärmeerzeuger“, sagt Christel Saborowski, Verkaufsleiterin für den Bereich Nahwärmeversorgung bei Uponor. „Nach intensiver Forschung und der gemeinsamen Produktentwicklung mit Experten aus der Dämmstoffindustrie freuen wir uns deshalb umso mehr, nun mit Ecoflex VIP einen neuen Standard präsentieren zu können. Diese Technologie wird sicherlich einen wesentlichen Beitrag dazu leisten, den Klimawandel einzudämmen und die globalen Nachhaltigkeitsziele zu erreichen.“</w:t>
      </w:r>
    </w:p>
    <w:p w14:paraId="22D0B7E1" w14:textId="77777777" w:rsidR="00DD4196" w:rsidRPr="003D398B" w:rsidRDefault="00DD4196" w:rsidP="00C63D74">
      <w:pPr>
        <w:pStyle w:val="UponorCopytext"/>
        <w:rPr>
          <w:rFonts w:ascii="Century Gothic" w:hAnsi="Century Gothic"/>
          <w:lang w:val="de-DE"/>
        </w:rPr>
      </w:pPr>
    </w:p>
    <w:p w14:paraId="3C2B0529" w14:textId="77777777" w:rsidR="0055422F" w:rsidRPr="003D398B" w:rsidRDefault="00DD4196" w:rsidP="00C63D74">
      <w:pPr>
        <w:pStyle w:val="UponorCopytext"/>
        <w:rPr>
          <w:rFonts w:ascii="Century Gothic" w:hAnsi="Century Gothic"/>
          <w:lang w:val="de-DE"/>
        </w:rPr>
      </w:pPr>
      <w:r w:rsidRPr="003D398B">
        <w:rPr>
          <w:rFonts w:ascii="Century Gothic" w:hAnsi="Century Gothic"/>
          <w:lang w:val="de-DE"/>
        </w:rPr>
        <w:t>Dank ihrer hervorragenden Dämmleistung sind die Ecoflex-VIP-Rohre wesentlich energieeffizienter als herkömmliche Rohrsysteme. Zudem verbrauchen die kompakten Rohre dank der VIP-Dämmung in der Herstellung weniger Rohstoffe auf Ölbasis.</w:t>
      </w:r>
    </w:p>
    <w:p w14:paraId="5971C83D" w14:textId="77777777" w:rsidR="00DD4196" w:rsidRPr="003D398B" w:rsidRDefault="00DD4196" w:rsidP="00C63D74">
      <w:pPr>
        <w:pStyle w:val="UponorCopytext"/>
        <w:rPr>
          <w:rFonts w:ascii="Century Gothic" w:hAnsi="Century Gothic"/>
          <w:lang w:val="de-DE"/>
        </w:rPr>
      </w:pPr>
    </w:p>
    <w:p w14:paraId="7D1BBDE6" w14:textId="77777777" w:rsidR="00DD4196" w:rsidRPr="003D398B" w:rsidRDefault="00DD4196" w:rsidP="00C63D74">
      <w:pPr>
        <w:pStyle w:val="UponorCopytext"/>
        <w:rPr>
          <w:rFonts w:ascii="Century Gothic" w:hAnsi="Century Gothic"/>
          <w:lang w:val="de-DE"/>
        </w:rPr>
      </w:pPr>
      <w:r w:rsidRPr="003D398B">
        <w:rPr>
          <w:rFonts w:ascii="Century Gothic" w:hAnsi="Century Gothic"/>
          <w:lang w:val="de-DE"/>
        </w:rPr>
        <w:t>Ecoflex Thermo VIP für Nahwärmenetze ist ab sofort in ganz Europa erhältlich. Ab April 2021 ergänzt Ecoflex Aqua VIP für die Warmwasserversorgung das Produktangebot bei Uponor – es steht der Thermo-Variante in Sachen Dämmeigenschaften und Flexibilität in nichts nach.</w:t>
      </w:r>
    </w:p>
    <w:p w14:paraId="2C51166B" w14:textId="77777777" w:rsidR="0055422F" w:rsidRPr="003D398B" w:rsidRDefault="0055422F" w:rsidP="00C63D74">
      <w:pPr>
        <w:pStyle w:val="UponorCopytext"/>
        <w:rPr>
          <w:rFonts w:ascii="Century Gothic" w:hAnsi="Century Gothic"/>
          <w:b/>
          <w:bCs/>
          <w:lang w:val="de-DE"/>
        </w:rPr>
      </w:pPr>
    </w:p>
    <w:p w14:paraId="3DD5D612" w14:textId="77777777" w:rsidR="008F65F2" w:rsidRPr="003D398B" w:rsidRDefault="00DD4196" w:rsidP="00C63D74">
      <w:pPr>
        <w:spacing w:line="260" w:lineRule="atLeast"/>
        <w:rPr>
          <w:lang w:val="de-DE"/>
        </w:rPr>
      </w:pPr>
      <w:r w:rsidRPr="003D398B">
        <w:rPr>
          <w:rFonts w:ascii="Century Gothic" w:hAnsi="Century Gothic"/>
          <w:lang w:val="de-DE"/>
        </w:rPr>
        <w:t xml:space="preserve">Weitere Informationen finden Sie unter </w:t>
      </w:r>
      <w:r w:rsidRPr="003D398B">
        <w:rPr>
          <w:rFonts w:ascii="Century Gothic" w:hAnsi="Century Gothic"/>
          <w:color w:val="4472C4" w:themeColor="accent1"/>
          <w:lang w:val="de-DE"/>
        </w:rPr>
        <w:t>uponor.de/ecoflex-vip</w:t>
      </w:r>
      <w:r w:rsidRPr="003D398B">
        <w:rPr>
          <w:rFonts w:ascii="Century Gothic" w:hAnsi="Century Gothic"/>
          <w:lang w:val="de-DE"/>
        </w:rPr>
        <w:t>.</w:t>
      </w:r>
      <w:r w:rsidR="00630FEE" w:rsidRPr="003D398B">
        <w:rPr>
          <w:lang w:val="de-DE"/>
        </w:rPr>
        <w:br w:type="page"/>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3D398B" w14:paraId="7D554415" w14:textId="77777777" w:rsidTr="0055422F">
        <w:tc>
          <w:tcPr>
            <w:tcW w:w="3969" w:type="dxa"/>
            <w:vAlign w:val="center"/>
          </w:tcPr>
          <w:p w14:paraId="4F824A27" w14:textId="77777777" w:rsidR="00845BAC" w:rsidRPr="003D398B" w:rsidRDefault="00845BAC" w:rsidP="00845BAC">
            <w:pPr>
              <w:spacing w:line="260" w:lineRule="atLeast"/>
              <w:rPr>
                <w:rFonts w:ascii="Century Gothic" w:hAnsi="Century Gothic"/>
                <w:sz w:val="18"/>
                <w:szCs w:val="18"/>
                <w:lang w:val="de-DE"/>
              </w:rPr>
            </w:pPr>
          </w:p>
          <w:p w14:paraId="54639D4C" w14:textId="77777777" w:rsidR="00845BAC" w:rsidRPr="003D398B" w:rsidRDefault="00DD4196" w:rsidP="00845BAC">
            <w:pPr>
              <w:spacing w:line="260" w:lineRule="atLeast"/>
              <w:rPr>
                <w:rFonts w:ascii="Century Gothic" w:hAnsi="Century Gothic"/>
                <w:sz w:val="18"/>
                <w:szCs w:val="18"/>
                <w:lang w:val="de-DE"/>
              </w:rPr>
            </w:pPr>
            <w:r w:rsidRPr="003D398B">
              <w:rPr>
                <w:noProof/>
                <w:lang w:val="de-DE"/>
              </w:rPr>
              <w:drawing>
                <wp:inline distT="0" distB="0" distL="0" distR="0" wp14:anchorId="65A9CB76" wp14:editId="3DEF5246">
                  <wp:extent cx="2383155" cy="1597660"/>
                  <wp:effectExtent l="0" t="0" r="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83155" cy="1597660"/>
                          </a:xfrm>
                          <a:prstGeom prst="rect">
                            <a:avLst/>
                          </a:prstGeom>
                        </pic:spPr>
                      </pic:pic>
                    </a:graphicData>
                  </a:graphic>
                </wp:inline>
              </w:drawing>
            </w:r>
          </w:p>
          <w:p w14:paraId="0C96525E" w14:textId="77777777" w:rsidR="00845BAC" w:rsidRPr="003D398B" w:rsidRDefault="00845BAC" w:rsidP="00845BAC">
            <w:pPr>
              <w:spacing w:line="260" w:lineRule="atLeast"/>
              <w:rPr>
                <w:rFonts w:ascii="Century Gothic" w:hAnsi="Century Gothic"/>
                <w:sz w:val="18"/>
                <w:szCs w:val="18"/>
                <w:lang w:val="de-DE"/>
              </w:rPr>
            </w:pPr>
          </w:p>
        </w:tc>
        <w:tc>
          <w:tcPr>
            <w:tcW w:w="3192" w:type="dxa"/>
            <w:vAlign w:val="center"/>
          </w:tcPr>
          <w:p w14:paraId="7DE286E2" w14:textId="77777777" w:rsidR="00845BAC" w:rsidRPr="003D398B" w:rsidRDefault="00DD4196" w:rsidP="00246A1A">
            <w:pPr>
              <w:pStyle w:val="UponorCaption"/>
              <w:rPr>
                <w:rFonts w:ascii="Century Gothic" w:hAnsi="Century Gothic"/>
                <w:lang w:val="de-DE"/>
              </w:rPr>
            </w:pPr>
            <w:r w:rsidRPr="003D398B">
              <w:rPr>
                <w:rFonts w:ascii="Century Gothic" w:hAnsi="Century Gothic"/>
                <w:b/>
                <w:lang w:val="de-DE"/>
              </w:rPr>
              <w:t>Uponor Ecoflex Thermo VIP_1.jpg</w:t>
            </w:r>
            <w:r w:rsidR="00246A1A" w:rsidRPr="003D398B">
              <w:rPr>
                <w:rFonts w:ascii="Century Gothic" w:hAnsi="Century Gothic"/>
                <w:lang w:val="de-DE"/>
              </w:rPr>
              <w:br/>
            </w:r>
            <w:r w:rsidRPr="003D398B">
              <w:rPr>
                <w:rFonts w:ascii="Century Gothic" w:hAnsi="Century Gothic"/>
                <w:lang w:val="de-DE"/>
              </w:rPr>
              <w:t>Dank des innovativen Dämmstoffs verbindet das neue vorgedämmte Rohr Uponor Ecoflex VIP für Nahwärmenetze eine hervorragende Dämmleistung mit hoher Flexibilität, kleinem Durchmesser und nachhaltigem Design.</w:t>
            </w:r>
            <w:r w:rsidR="00891E07" w:rsidRPr="003D398B">
              <w:rPr>
                <w:rFonts w:ascii="Century Gothic" w:hAnsi="Century Gothic"/>
                <w:lang w:val="de-DE"/>
              </w:rPr>
              <w:br/>
            </w:r>
            <w:r w:rsidR="001419D5" w:rsidRPr="003D398B">
              <w:rPr>
                <w:rFonts w:ascii="Century Gothic" w:hAnsi="Century Gothic"/>
                <w:b/>
                <w:lang w:val="de-DE"/>
              </w:rPr>
              <w:t>Quelle</w:t>
            </w:r>
            <w:r w:rsidR="00845BAC" w:rsidRPr="003D398B">
              <w:rPr>
                <w:rFonts w:ascii="Century Gothic" w:hAnsi="Century Gothic"/>
                <w:b/>
                <w:lang w:val="de-DE"/>
              </w:rPr>
              <w:t>: Uponor</w:t>
            </w:r>
          </w:p>
          <w:p w14:paraId="765D88C7" w14:textId="77777777" w:rsidR="00845BAC" w:rsidRPr="003D398B" w:rsidRDefault="00845BAC" w:rsidP="00845BAC">
            <w:pPr>
              <w:spacing w:line="260" w:lineRule="atLeast"/>
              <w:rPr>
                <w:rFonts w:ascii="Century Gothic" w:hAnsi="Century Gothic"/>
                <w:sz w:val="18"/>
                <w:szCs w:val="18"/>
                <w:lang w:val="de-DE"/>
              </w:rPr>
            </w:pPr>
          </w:p>
        </w:tc>
      </w:tr>
      <w:tr w:rsidR="00845BAC" w:rsidRPr="003D398B" w14:paraId="3A9EBBEB" w14:textId="77777777" w:rsidTr="0055422F">
        <w:tc>
          <w:tcPr>
            <w:tcW w:w="3969" w:type="dxa"/>
            <w:vAlign w:val="center"/>
          </w:tcPr>
          <w:p w14:paraId="4B21DB54" w14:textId="77777777" w:rsidR="00E64891" w:rsidRPr="003D398B" w:rsidRDefault="00E64891" w:rsidP="00845BAC">
            <w:pPr>
              <w:spacing w:line="260" w:lineRule="atLeast"/>
              <w:rPr>
                <w:rFonts w:ascii="Century Gothic" w:hAnsi="Century Gothic"/>
                <w:sz w:val="18"/>
                <w:szCs w:val="18"/>
                <w:lang w:val="de-DE"/>
              </w:rPr>
            </w:pPr>
          </w:p>
          <w:p w14:paraId="6CE80F89" w14:textId="77777777" w:rsidR="00845BAC" w:rsidRPr="003D398B" w:rsidRDefault="00DD4196" w:rsidP="00845BAC">
            <w:pPr>
              <w:spacing w:line="260" w:lineRule="atLeast"/>
              <w:rPr>
                <w:rFonts w:ascii="Century Gothic" w:hAnsi="Century Gothic"/>
                <w:sz w:val="18"/>
                <w:szCs w:val="18"/>
                <w:lang w:val="de-DE"/>
              </w:rPr>
            </w:pPr>
            <w:r w:rsidRPr="003D398B">
              <w:rPr>
                <w:noProof/>
                <w:sz w:val="18"/>
                <w:szCs w:val="18"/>
                <w:lang w:val="de-DE"/>
              </w:rPr>
              <w:drawing>
                <wp:inline distT="0" distB="0" distL="0" distR="0" wp14:anchorId="0D4D1FA0" wp14:editId="62C2FB63">
                  <wp:extent cx="2385862" cy="17769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85862" cy="1776970"/>
                          </a:xfrm>
                          <a:prstGeom prst="rect">
                            <a:avLst/>
                          </a:prstGeom>
                          <a:ln>
                            <a:noFill/>
                          </a:ln>
                          <a:extLst>
                            <a:ext uri="{53640926-AAD7-44D8-BBD7-CCE9431645EC}">
                              <a14:shadowObscured xmlns:a14="http://schemas.microsoft.com/office/drawing/2010/main"/>
                            </a:ext>
                          </a:extLst>
                        </pic:spPr>
                      </pic:pic>
                    </a:graphicData>
                  </a:graphic>
                </wp:inline>
              </w:drawing>
            </w:r>
          </w:p>
          <w:p w14:paraId="1DA8FBCC" w14:textId="77777777" w:rsidR="00E64891" w:rsidRPr="003D398B" w:rsidRDefault="00E64891" w:rsidP="00845BAC">
            <w:pPr>
              <w:spacing w:line="260" w:lineRule="atLeast"/>
              <w:rPr>
                <w:rFonts w:ascii="Century Gothic" w:hAnsi="Century Gothic"/>
                <w:sz w:val="18"/>
                <w:szCs w:val="18"/>
                <w:lang w:val="de-DE"/>
              </w:rPr>
            </w:pPr>
          </w:p>
        </w:tc>
        <w:tc>
          <w:tcPr>
            <w:tcW w:w="3192" w:type="dxa"/>
            <w:vAlign w:val="center"/>
          </w:tcPr>
          <w:p w14:paraId="76D092DA" w14:textId="77777777" w:rsidR="0055422F" w:rsidRPr="003D398B" w:rsidRDefault="00DD4196" w:rsidP="00845BAC">
            <w:pPr>
              <w:spacing w:line="260" w:lineRule="atLeast"/>
              <w:rPr>
                <w:rFonts w:ascii="Century Gothic" w:hAnsi="Century Gothic"/>
                <w:sz w:val="18"/>
                <w:szCs w:val="18"/>
                <w:lang w:val="de-DE"/>
              </w:rPr>
            </w:pPr>
            <w:r w:rsidRPr="003D398B">
              <w:rPr>
                <w:rFonts w:ascii="Century Gothic" w:hAnsi="Century Gothic"/>
                <w:b/>
                <w:sz w:val="18"/>
                <w:szCs w:val="18"/>
                <w:lang w:val="de-DE"/>
              </w:rPr>
              <w:t>Uponor Ecoflex Thermo VIP_2.jpg</w:t>
            </w:r>
            <w:r w:rsidR="00246A1A" w:rsidRPr="003D398B">
              <w:rPr>
                <w:rFonts w:ascii="Century Gothic" w:hAnsi="Century Gothic"/>
                <w:sz w:val="18"/>
                <w:szCs w:val="18"/>
                <w:lang w:val="de-DE"/>
              </w:rPr>
              <w:br/>
            </w:r>
            <w:r w:rsidRPr="003D398B">
              <w:rPr>
                <w:rFonts w:ascii="Century Gothic" w:hAnsi="Century Gothic"/>
                <w:sz w:val="18"/>
                <w:szCs w:val="18"/>
                <w:lang w:val="de-DE"/>
              </w:rPr>
              <w:t>Der Lambda-Wert der VIP-Dämmschicht liegt bei nur 0,004 W/mK und ist damit der niedrigste auf dem Markt für flexible, vorgedämmte Rohre.</w:t>
            </w:r>
            <w:r w:rsidR="00E64891" w:rsidRPr="003D398B">
              <w:rPr>
                <w:rFonts w:ascii="Century Gothic" w:hAnsi="Century Gothic"/>
                <w:sz w:val="18"/>
                <w:szCs w:val="18"/>
                <w:lang w:val="de-DE"/>
              </w:rPr>
              <w:br/>
            </w:r>
            <w:r w:rsidR="001419D5" w:rsidRPr="003D398B">
              <w:rPr>
                <w:rFonts w:ascii="Century Gothic" w:hAnsi="Century Gothic"/>
                <w:b/>
                <w:sz w:val="18"/>
                <w:szCs w:val="18"/>
                <w:lang w:val="de-DE"/>
              </w:rPr>
              <w:t>Quelle: Uponor</w:t>
            </w:r>
          </w:p>
        </w:tc>
      </w:tr>
      <w:tr w:rsidR="00845BAC" w:rsidRPr="003D398B" w14:paraId="65640BD0" w14:textId="77777777" w:rsidTr="0055422F">
        <w:trPr>
          <w:trHeight w:val="2354"/>
        </w:trPr>
        <w:tc>
          <w:tcPr>
            <w:tcW w:w="3969" w:type="dxa"/>
            <w:vAlign w:val="center"/>
          </w:tcPr>
          <w:p w14:paraId="769BF09F" w14:textId="77777777" w:rsidR="00845BAC" w:rsidRPr="003D398B" w:rsidRDefault="00DD4196" w:rsidP="00845BAC">
            <w:pPr>
              <w:spacing w:line="260" w:lineRule="atLeast"/>
              <w:rPr>
                <w:rFonts w:ascii="Century Gothic" w:hAnsi="Century Gothic"/>
                <w:noProof/>
                <w:sz w:val="18"/>
                <w:szCs w:val="18"/>
                <w:lang w:val="de-DE"/>
              </w:rPr>
            </w:pPr>
            <w:r w:rsidRPr="003D398B">
              <w:rPr>
                <w:noProof/>
                <w:lang w:val="de-DE"/>
              </w:rPr>
              <w:drawing>
                <wp:inline distT="0" distB="0" distL="0" distR="0" wp14:anchorId="62F52925" wp14:editId="72386BFF">
                  <wp:extent cx="2383155" cy="1828800"/>
                  <wp:effectExtent l="19050" t="19050" r="17145" b="190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2406"/>
                          <a:stretch/>
                        </pic:blipFill>
                        <pic:spPr bwMode="auto">
                          <a:xfrm>
                            <a:off x="0" y="0"/>
                            <a:ext cx="2383155" cy="1828800"/>
                          </a:xfrm>
                          <a:prstGeom prst="rect">
                            <a:avLst/>
                          </a:prstGeom>
                          <a:ln>
                            <a:solidFill>
                              <a:schemeClr val="bg1">
                                <a:lumMod val="65000"/>
                              </a:schemeClr>
                            </a:solidFill>
                          </a:ln>
                          <a:extLst>
                            <a:ext uri="{53640926-AAD7-44D8-BBD7-CCE9431645EC}">
                              <a14:shadowObscured xmlns:a14="http://schemas.microsoft.com/office/drawing/2010/main"/>
                            </a:ext>
                          </a:extLst>
                        </pic:spPr>
                      </pic:pic>
                    </a:graphicData>
                  </a:graphic>
                </wp:inline>
              </w:drawing>
            </w:r>
          </w:p>
        </w:tc>
        <w:tc>
          <w:tcPr>
            <w:tcW w:w="3192" w:type="dxa"/>
            <w:vAlign w:val="center"/>
          </w:tcPr>
          <w:p w14:paraId="576B0430" w14:textId="77777777" w:rsidR="00845BAC" w:rsidRPr="003D398B" w:rsidRDefault="00845BAC" w:rsidP="00845BAC">
            <w:pPr>
              <w:spacing w:line="260" w:lineRule="atLeast"/>
              <w:rPr>
                <w:rFonts w:ascii="Century Gothic" w:hAnsi="Century Gothic"/>
                <w:bCs/>
                <w:sz w:val="18"/>
                <w:szCs w:val="18"/>
                <w:lang w:val="de-DE"/>
              </w:rPr>
            </w:pPr>
          </w:p>
          <w:p w14:paraId="3F8C8C2A" w14:textId="77777777" w:rsidR="00845BAC" w:rsidRPr="003D398B" w:rsidRDefault="00585A35" w:rsidP="00845BAC">
            <w:pPr>
              <w:spacing w:line="260" w:lineRule="atLeast"/>
              <w:rPr>
                <w:rFonts w:ascii="Century Gothic" w:hAnsi="Century Gothic"/>
                <w:bCs/>
                <w:sz w:val="18"/>
                <w:szCs w:val="18"/>
                <w:lang w:val="de-DE"/>
              </w:rPr>
            </w:pPr>
            <w:r>
              <w:rPr>
                <w:rFonts w:ascii="Century Gothic" w:hAnsi="Century Gothic"/>
                <w:b/>
                <w:sz w:val="18"/>
                <w:szCs w:val="18"/>
                <w:lang w:val="de-DE"/>
              </w:rPr>
              <w:t>Uponor_Thermo VIP u</w:t>
            </w:r>
            <w:r w:rsidR="00DD4196" w:rsidRPr="003D398B">
              <w:rPr>
                <w:rFonts w:ascii="Century Gothic" w:hAnsi="Century Gothic"/>
                <w:b/>
                <w:sz w:val="18"/>
                <w:szCs w:val="18"/>
                <w:lang w:val="de-DE"/>
              </w:rPr>
              <w:t>nd Aqua VIP_3.jpg</w:t>
            </w:r>
            <w:r w:rsidR="00246A1A" w:rsidRPr="003D398B">
              <w:rPr>
                <w:rFonts w:ascii="Century Gothic" w:hAnsi="Century Gothic"/>
                <w:sz w:val="18"/>
                <w:szCs w:val="18"/>
                <w:lang w:val="de-DE"/>
              </w:rPr>
              <w:br/>
            </w:r>
            <w:r w:rsidR="00DD4196" w:rsidRPr="003D398B">
              <w:rPr>
                <w:rFonts w:ascii="Century Gothic" w:hAnsi="Century Gothic"/>
                <w:sz w:val="18"/>
                <w:szCs w:val="18"/>
                <w:lang w:val="de-DE"/>
              </w:rPr>
              <w:t>Die neue Rohrtechnologie ist mit Ecoflex Thermo VIP für Wärme- und Kühlnetze und von April 2021 an mit Ecoflex Aqua VIP auch für die Warmwasserversorgung erhältlich.</w:t>
            </w:r>
            <w:r w:rsidR="00E64891" w:rsidRPr="003D398B">
              <w:rPr>
                <w:rFonts w:ascii="Century Gothic" w:hAnsi="Century Gothic"/>
                <w:sz w:val="18"/>
                <w:szCs w:val="18"/>
                <w:lang w:val="de-DE"/>
              </w:rPr>
              <w:br/>
            </w:r>
            <w:r w:rsidR="001419D5" w:rsidRPr="003D398B">
              <w:rPr>
                <w:rFonts w:ascii="Century Gothic" w:hAnsi="Century Gothic"/>
                <w:b/>
                <w:sz w:val="18"/>
                <w:szCs w:val="18"/>
                <w:lang w:val="de-DE"/>
              </w:rPr>
              <w:t>Quelle: Uponor</w:t>
            </w:r>
          </w:p>
          <w:p w14:paraId="0DEA0239" w14:textId="77777777" w:rsidR="00845BAC" w:rsidRPr="003D398B" w:rsidRDefault="00845BAC" w:rsidP="00845BAC">
            <w:pPr>
              <w:spacing w:line="260" w:lineRule="atLeast"/>
              <w:rPr>
                <w:rFonts w:ascii="Century Gothic" w:hAnsi="Century Gothic"/>
                <w:b/>
                <w:sz w:val="18"/>
                <w:szCs w:val="18"/>
                <w:lang w:val="de-DE"/>
              </w:rPr>
            </w:pPr>
          </w:p>
        </w:tc>
      </w:tr>
    </w:tbl>
    <w:p w14:paraId="4A2612DD" w14:textId="77777777" w:rsidR="0055422F" w:rsidRPr="003D398B" w:rsidRDefault="0055422F" w:rsidP="0048292F">
      <w:pPr>
        <w:spacing w:line="260" w:lineRule="atLeast"/>
        <w:rPr>
          <w:rFonts w:ascii="Century Gothic" w:hAnsi="Century Gothic"/>
          <w:b/>
          <w:lang w:val="de-DE"/>
        </w:rPr>
      </w:pPr>
    </w:p>
    <w:p w14:paraId="31AE7C22" w14:textId="77777777" w:rsidR="0055422F" w:rsidRPr="003D398B" w:rsidRDefault="0055422F" w:rsidP="0048292F">
      <w:pPr>
        <w:spacing w:line="260" w:lineRule="atLeast"/>
        <w:rPr>
          <w:rFonts w:ascii="Century Gothic" w:hAnsi="Century Gothic"/>
          <w:b/>
          <w:lang w:val="de-DE"/>
        </w:rPr>
      </w:pPr>
    </w:p>
    <w:p w14:paraId="0DDCE1A5" w14:textId="77777777" w:rsidR="0055422F" w:rsidRPr="003D398B" w:rsidRDefault="004D0B5B" w:rsidP="004D0B5B">
      <w:pPr>
        <w:pStyle w:val="UponorHeadSocialMedia"/>
        <w:rPr>
          <w:rFonts w:ascii="Century Gothic" w:hAnsi="Century Gothic"/>
          <w:b w:val="0"/>
          <w:lang w:val="de-DE"/>
        </w:rPr>
      </w:pPr>
      <w:r w:rsidRPr="003D398B">
        <w:rPr>
          <w:rFonts w:ascii="Century Gothic" w:hAnsi="Century Gothic"/>
          <w:lang w:val="de-DE"/>
        </w:rPr>
        <w:t>Folgende Informationen können Ihnen helfen, diese Pressemitteilung in Ihren Online- und Social Media-Kanälen zu veröffentlichen.</w:t>
      </w:r>
    </w:p>
    <w:p w14:paraId="6DC940BE" w14:textId="77777777" w:rsidR="00503668" w:rsidRPr="003D398B" w:rsidRDefault="00503668" w:rsidP="0048292F">
      <w:pPr>
        <w:spacing w:line="260" w:lineRule="atLeast"/>
        <w:rPr>
          <w:rFonts w:ascii="Century Gothic" w:hAnsi="Century Gothic"/>
          <w:b/>
          <w:lang w:val="de-DE"/>
        </w:rPr>
      </w:pPr>
    </w:p>
    <w:p w14:paraId="5CC5B601" w14:textId="77777777" w:rsidR="00503668" w:rsidRPr="003D398B" w:rsidRDefault="0055422F" w:rsidP="00467E8D">
      <w:pPr>
        <w:pStyle w:val="UponorHeadSocialMedia"/>
        <w:rPr>
          <w:rFonts w:ascii="Century Gothic" w:hAnsi="Century Gothic"/>
          <w:lang w:val="de-DE"/>
        </w:rPr>
      </w:pPr>
      <w:r w:rsidRPr="003D398B">
        <w:rPr>
          <w:rFonts w:ascii="Century Gothic" w:hAnsi="Century Gothic"/>
          <w:lang w:val="de-DE"/>
        </w:rPr>
        <w:t xml:space="preserve">Meta </w:t>
      </w:r>
      <w:r w:rsidR="00BF350E" w:rsidRPr="003D398B">
        <w:rPr>
          <w:rFonts w:ascii="Century Gothic" w:hAnsi="Century Gothic"/>
          <w:lang w:val="de-DE"/>
        </w:rPr>
        <w:t>D</w:t>
      </w:r>
      <w:r w:rsidR="00503668" w:rsidRPr="003D398B">
        <w:rPr>
          <w:rFonts w:ascii="Century Gothic" w:hAnsi="Century Gothic"/>
          <w:lang w:val="de-DE"/>
        </w:rPr>
        <w:t>escription</w:t>
      </w:r>
    </w:p>
    <w:p w14:paraId="27E41D4E" w14:textId="77777777" w:rsidR="0055422F" w:rsidRPr="003D398B" w:rsidRDefault="00DD4196" w:rsidP="0048292F">
      <w:pPr>
        <w:spacing w:line="260" w:lineRule="atLeast"/>
        <w:rPr>
          <w:rFonts w:ascii="Century Gothic" w:hAnsi="Century Gothic"/>
          <w:b/>
          <w:lang w:val="de-DE"/>
        </w:rPr>
      </w:pPr>
      <w:r w:rsidRPr="003D398B">
        <w:rPr>
          <w:rFonts w:ascii="Century Gothic" w:hAnsi="Century Gothic"/>
          <w:lang w:val="de-DE"/>
        </w:rPr>
        <w:t>Das neue Ecoflex VIP Rohr von Uponor für Nahwärmenetze sowie Warmwasserversorgung verbindet eine hervorragende Dämmleistung mit hoher Flexibilität, kleinem Durchmesser und nachhaltigem Design.</w:t>
      </w:r>
    </w:p>
    <w:p w14:paraId="7545041D" w14:textId="56497C85" w:rsidR="00334254" w:rsidRDefault="00334254" w:rsidP="0048292F">
      <w:pPr>
        <w:spacing w:line="260" w:lineRule="atLeast"/>
        <w:rPr>
          <w:rFonts w:ascii="Century Gothic" w:hAnsi="Century Gothic"/>
          <w:b/>
          <w:bCs/>
          <w:lang w:val="de-DE"/>
        </w:rPr>
      </w:pPr>
    </w:p>
    <w:p w14:paraId="6B70666A" w14:textId="77777777" w:rsidR="007A2044" w:rsidRPr="00C372E1" w:rsidRDefault="007A2044" w:rsidP="007A2044">
      <w:pPr>
        <w:pStyle w:val="UponorHeadSocialMedia"/>
        <w:rPr>
          <w:rFonts w:ascii="Century Gothic" w:hAnsi="Century Gothic"/>
        </w:rPr>
      </w:pPr>
      <w:r w:rsidRPr="00C372E1">
        <w:rPr>
          <w:rFonts w:ascii="Century Gothic" w:hAnsi="Century Gothic"/>
        </w:rPr>
        <w:lastRenderedPageBreak/>
        <w:t xml:space="preserve">Social </w:t>
      </w:r>
      <w:r>
        <w:rPr>
          <w:rFonts w:ascii="Century Gothic" w:hAnsi="Century Gothic"/>
        </w:rPr>
        <w:t>M</w:t>
      </w:r>
      <w:r w:rsidRPr="00C372E1">
        <w:rPr>
          <w:rFonts w:ascii="Century Gothic" w:hAnsi="Century Gothic"/>
        </w:rPr>
        <w:t xml:space="preserve">edia / </w:t>
      </w:r>
      <w:r>
        <w:rPr>
          <w:rFonts w:ascii="Century Gothic" w:hAnsi="Century Gothic"/>
        </w:rPr>
        <w:t>N</w:t>
      </w:r>
      <w:r w:rsidRPr="00C372E1">
        <w:rPr>
          <w:rFonts w:ascii="Century Gothic" w:hAnsi="Century Gothic"/>
        </w:rPr>
        <w:t xml:space="preserve">ewsletter </w:t>
      </w:r>
      <w:r>
        <w:rPr>
          <w:rFonts w:ascii="Century Gothic" w:hAnsi="Century Gothic"/>
        </w:rPr>
        <w:t>T</w:t>
      </w:r>
      <w:r w:rsidRPr="00C372E1">
        <w:rPr>
          <w:rFonts w:ascii="Century Gothic" w:hAnsi="Century Gothic"/>
        </w:rPr>
        <w:t>easer:</w:t>
      </w:r>
    </w:p>
    <w:p w14:paraId="7D6A2091" w14:textId="77777777" w:rsidR="007A2044" w:rsidRDefault="007A2044" w:rsidP="00A150CA">
      <w:pPr>
        <w:pStyle w:val="UponorHeadSocialMedia"/>
        <w:rPr>
          <w:rFonts w:ascii="Century Gothic" w:hAnsi="Century Gothic"/>
          <w:lang w:val="de-DE"/>
        </w:rPr>
      </w:pPr>
    </w:p>
    <w:p w14:paraId="59AFFFC5" w14:textId="719BB48B" w:rsidR="00A150CA" w:rsidRPr="007A2044" w:rsidRDefault="00A150CA" w:rsidP="00A150CA">
      <w:pPr>
        <w:pStyle w:val="UponorHeadSocialMedia"/>
        <w:rPr>
          <w:rFonts w:ascii="Century Gothic" w:hAnsi="Century Gothic"/>
          <w:lang w:val="de-DE"/>
        </w:rPr>
      </w:pPr>
      <w:r w:rsidRPr="007A2044">
        <w:rPr>
          <w:rFonts w:ascii="Century Gothic" w:hAnsi="Century Gothic"/>
          <w:lang w:val="de-DE"/>
        </w:rPr>
        <w:t>Facebook</w:t>
      </w:r>
    </w:p>
    <w:p w14:paraId="4FF40301" w14:textId="63B5AFF3" w:rsidR="00A150CA" w:rsidRPr="00C372E1" w:rsidRDefault="00EA5989" w:rsidP="00A150CA">
      <w:pPr>
        <w:pStyle w:val="UponorCopytext"/>
        <w:rPr>
          <w:rFonts w:ascii="Century Gothic" w:hAnsi="Century Gothic"/>
        </w:rPr>
      </w:pPr>
      <w:r w:rsidRPr="00736E32">
        <w:rPr>
          <w:rFonts w:ascii="Century Gothic" w:hAnsi="Century Gothic"/>
          <w:lang w:val="de-DE"/>
        </w:rPr>
        <w:t xml:space="preserve">Uponor bringt eine Rohrinnovation auf den Markt: </w:t>
      </w:r>
      <w:r w:rsidR="00B62CD8" w:rsidRPr="00736E32">
        <w:rPr>
          <w:rFonts w:ascii="Century Gothic" w:hAnsi="Century Gothic"/>
          <w:lang w:val="de-DE"/>
        </w:rPr>
        <w:t xml:space="preserve">Ecoflex VIP </w:t>
      </w:r>
      <w:r w:rsidR="00736E32" w:rsidRPr="00736E32">
        <w:rPr>
          <w:rFonts w:ascii="Century Gothic" w:hAnsi="Century Gothic"/>
        </w:rPr>
        <w:t>für Nahwärmenetze</w:t>
      </w:r>
      <w:r w:rsidR="006D5E2C">
        <w:rPr>
          <w:rFonts w:ascii="Century Gothic" w:hAnsi="Century Gothic"/>
        </w:rPr>
        <w:t xml:space="preserve"> </w:t>
      </w:r>
      <w:r w:rsidR="00FC3628" w:rsidRPr="003D398B">
        <w:rPr>
          <w:rFonts w:ascii="Century Gothic" w:hAnsi="Century Gothic"/>
          <w:lang w:val="de-DE"/>
        </w:rPr>
        <w:t xml:space="preserve">sowie Warmwasserversorgung </w:t>
      </w:r>
      <w:r w:rsidR="00FC3628">
        <w:rPr>
          <w:rFonts w:ascii="Century Gothic" w:hAnsi="Century Gothic"/>
          <w:lang w:val="de-DE"/>
        </w:rPr>
        <w:t>verbindet</w:t>
      </w:r>
      <w:r w:rsidR="006D5E2C">
        <w:rPr>
          <w:rFonts w:ascii="Century Gothic" w:hAnsi="Century Gothic"/>
        </w:rPr>
        <w:t xml:space="preserve"> </w:t>
      </w:r>
      <w:r w:rsidR="006D5E2C" w:rsidRPr="003D398B">
        <w:rPr>
          <w:rFonts w:ascii="Century Gothic" w:hAnsi="Century Gothic"/>
          <w:lang w:val="de-DE"/>
        </w:rPr>
        <w:t xml:space="preserve">eine hervorragende Dämmleistung </w:t>
      </w:r>
      <w:r w:rsidR="006D5E2C">
        <w:rPr>
          <w:rFonts w:ascii="Century Gothic" w:hAnsi="Century Gothic"/>
          <w:lang w:val="de-DE"/>
        </w:rPr>
        <w:t xml:space="preserve">mit </w:t>
      </w:r>
      <w:r w:rsidR="006D5E2C" w:rsidRPr="003D398B">
        <w:rPr>
          <w:rFonts w:ascii="Century Gothic" w:hAnsi="Century Gothic"/>
          <w:lang w:val="de-DE"/>
        </w:rPr>
        <w:t>hohe</w:t>
      </w:r>
      <w:r w:rsidR="006D5E2C">
        <w:rPr>
          <w:rFonts w:ascii="Century Gothic" w:hAnsi="Century Gothic"/>
          <w:lang w:val="de-DE"/>
        </w:rPr>
        <w:t>r</w:t>
      </w:r>
      <w:r w:rsidR="006D5E2C" w:rsidRPr="003D398B">
        <w:rPr>
          <w:rFonts w:ascii="Century Gothic" w:hAnsi="Century Gothic"/>
          <w:lang w:val="de-DE"/>
        </w:rPr>
        <w:t xml:space="preserve"> Flexibilität</w:t>
      </w:r>
      <w:r w:rsidR="006D5E2C">
        <w:rPr>
          <w:rFonts w:ascii="Century Gothic" w:hAnsi="Century Gothic"/>
          <w:lang w:val="de-DE"/>
        </w:rPr>
        <w:t xml:space="preserve">, </w:t>
      </w:r>
      <w:r w:rsidR="00F40F78">
        <w:rPr>
          <w:rFonts w:ascii="Century Gothic" w:hAnsi="Century Gothic"/>
          <w:noProof/>
          <w:lang w:val="de-DE"/>
        </w:rPr>
        <w:t>kleinem D</w:t>
      </w:r>
      <w:r w:rsidR="006D5E2C" w:rsidRPr="003D398B">
        <w:rPr>
          <w:rFonts w:ascii="Century Gothic" w:hAnsi="Century Gothic"/>
          <w:noProof/>
          <w:lang w:val="de-DE"/>
        </w:rPr>
        <w:t>urchmesser und ei</w:t>
      </w:r>
      <w:r w:rsidR="00946087">
        <w:rPr>
          <w:rFonts w:ascii="Century Gothic" w:hAnsi="Century Gothic"/>
          <w:noProof/>
          <w:lang w:val="de-DE"/>
        </w:rPr>
        <w:t>nem</w:t>
      </w:r>
      <w:r w:rsidR="006D5E2C" w:rsidRPr="003D398B">
        <w:rPr>
          <w:rFonts w:ascii="Century Gothic" w:hAnsi="Century Gothic"/>
          <w:noProof/>
          <w:lang w:val="de-DE"/>
        </w:rPr>
        <w:t xml:space="preserve"> nachhaltige</w:t>
      </w:r>
      <w:r w:rsidR="00946087">
        <w:rPr>
          <w:rFonts w:ascii="Century Gothic" w:hAnsi="Century Gothic"/>
          <w:noProof/>
          <w:lang w:val="de-DE"/>
        </w:rPr>
        <w:t>n</w:t>
      </w:r>
      <w:r w:rsidR="006D5E2C" w:rsidRPr="003D398B">
        <w:rPr>
          <w:rFonts w:ascii="Century Gothic" w:hAnsi="Century Gothic"/>
          <w:noProof/>
          <w:lang w:val="de-DE"/>
        </w:rPr>
        <w:t xml:space="preserve"> Design</w:t>
      </w:r>
      <w:r w:rsidR="00946087">
        <w:rPr>
          <w:rFonts w:ascii="Century Gothic" w:hAnsi="Century Gothic"/>
          <w:noProof/>
          <w:lang w:val="de-DE"/>
        </w:rPr>
        <w:t xml:space="preserve">, </w:t>
      </w:r>
      <w:r w:rsidR="00946087" w:rsidRPr="003D398B">
        <w:rPr>
          <w:rFonts w:ascii="Century Gothic" w:hAnsi="Century Gothic"/>
          <w:noProof/>
          <w:lang w:val="de-DE"/>
        </w:rPr>
        <w:t>das die CO2-Bilanz deutlich senkt</w:t>
      </w:r>
      <w:r w:rsidR="00946087">
        <w:rPr>
          <w:rFonts w:ascii="Century Gothic" w:hAnsi="Century Gothic"/>
          <w:noProof/>
          <w:lang w:val="de-DE"/>
        </w:rPr>
        <w:t>.</w:t>
      </w:r>
    </w:p>
    <w:p w14:paraId="5F24206B" w14:textId="77777777" w:rsidR="00A150CA" w:rsidRPr="00C372E1" w:rsidRDefault="00A150CA" w:rsidP="00A150CA">
      <w:pPr>
        <w:spacing w:line="260" w:lineRule="atLeast"/>
        <w:rPr>
          <w:rFonts w:ascii="Century Gothic" w:hAnsi="Century Gothic"/>
          <w:b/>
          <w:lang w:val="fr-FR"/>
        </w:rPr>
      </w:pPr>
    </w:p>
    <w:p w14:paraId="07FC87A9" w14:textId="77777777" w:rsidR="00A150CA" w:rsidRPr="007A2044" w:rsidRDefault="00A150CA" w:rsidP="00A150CA">
      <w:pPr>
        <w:pStyle w:val="UponorHeadSocialMedia"/>
        <w:rPr>
          <w:rFonts w:ascii="Century Gothic" w:hAnsi="Century Gothic"/>
          <w:lang w:val="de-DE"/>
        </w:rPr>
      </w:pPr>
      <w:r w:rsidRPr="007A2044">
        <w:rPr>
          <w:rFonts w:ascii="Century Gothic" w:hAnsi="Century Gothic"/>
          <w:lang w:val="de-DE"/>
        </w:rPr>
        <w:t xml:space="preserve">Twitter </w:t>
      </w:r>
    </w:p>
    <w:p w14:paraId="3F701ACC" w14:textId="638C62F5" w:rsidR="00A46055" w:rsidRPr="00C372E1" w:rsidRDefault="00A46055" w:rsidP="00A46055">
      <w:pPr>
        <w:pStyle w:val="UponorCopytext"/>
        <w:rPr>
          <w:rFonts w:ascii="Century Gothic" w:hAnsi="Century Gothic"/>
        </w:rPr>
      </w:pPr>
      <w:r w:rsidRPr="00736E32">
        <w:rPr>
          <w:rFonts w:ascii="Century Gothic" w:hAnsi="Century Gothic"/>
          <w:lang w:val="de-DE"/>
        </w:rPr>
        <w:t xml:space="preserve">Uponor bringt eine Rohrinnovation auf den Markt: </w:t>
      </w:r>
      <w:r>
        <w:rPr>
          <w:rFonts w:ascii="Century Gothic" w:hAnsi="Century Gothic"/>
          <w:lang w:val="de-DE"/>
        </w:rPr>
        <w:t>#</w:t>
      </w:r>
      <w:r w:rsidRPr="00736E32">
        <w:rPr>
          <w:rFonts w:ascii="Century Gothic" w:hAnsi="Century Gothic"/>
          <w:lang w:val="de-DE"/>
        </w:rPr>
        <w:t xml:space="preserve">Ecoflex VIP </w:t>
      </w:r>
      <w:r w:rsidRPr="00736E32">
        <w:rPr>
          <w:rFonts w:ascii="Century Gothic" w:hAnsi="Century Gothic"/>
        </w:rPr>
        <w:t>für Nahwärmenetze</w:t>
      </w:r>
      <w:r>
        <w:rPr>
          <w:rFonts w:ascii="Century Gothic" w:hAnsi="Century Gothic"/>
        </w:rPr>
        <w:t xml:space="preserve"> </w:t>
      </w:r>
      <w:r w:rsidR="00F40F78">
        <w:rPr>
          <w:rFonts w:ascii="Century Gothic" w:hAnsi="Century Gothic"/>
        </w:rPr>
        <w:t>verbindet</w:t>
      </w:r>
      <w:r>
        <w:rPr>
          <w:rFonts w:ascii="Century Gothic" w:hAnsi="Century Gothic"/>
        </w:rPr>
        <w:t xml:space="preserve"> </w:t>
      </w:r>
      <w:r w:rsidRPr="003D398B">
        <w:rPr>
          <w:rFonts w:ascii="Century Gothic" w:hAnsi="Century Gothic"/>
          <w:lang w:val="de-DE"/>
        </w:rPr>
        <w:t xml:space="preserve">eine hervorragende Dämmleistung </w:t>
      </w:r>
      <w:r>
        <w:rPr>
          <w:rFonts w:ascii="Century Gothic" w:hAnsi="Century Gothic"/>
          <w:lang w:val="de-DE"/>
        </w:rPr>
        <w:t xml:space="preserve">mit </w:t>
      </w:r>
      <w:r w:rsidRPr="003D398B">
        <w:rPr>
          <w:rFonts w:ascii="Century Gothic" w:hAnsi="Century Gothic"/>
          <w:lang w:val="de-DE"/>
        </w:rPr>
        <w:t>hohe</w:t>
      </w:r>
      <w:r>
        <w:rPr>
          <w:rFonts w:ascii="Century Gothic" w:hAnsi="Century Gothic"/>
          <w:lang w:val="de-DE"/>
        </w:rPr>
        <w:t>r</w:t>
      </w:r>
      <w:r w:rsidRPr="003D398B">
        <w:rPr>
          <w:rFonts w:ascii="Century Gothic" w:hAnsi="Century Gothic"/>
          <w:lang w:val="de-DE"/>
        </w:rPr>
        <w:t xml:space="preserve"> Flexibilität</w:t>
      </w:r>
      <w:r>
        <w:rPr>
          <w:rFonts w:ascii="Century Gothic" w:hAnsi="Century Gothic"/>
          <w:lang w:val="de-DE"/>
        </w:rPr>
        <w:t xml:space="preserve">, </w:t>
      </w:r>
      <w:r w:rsidR="00F40F78">
        <w:rPr>
          <w:rFonts w:ascii="Century Gothic" w:hAnsi="Century Gothic"/>
          <w:noProof/>
          <w:lang w:val="de-DE"/>
        </w:rPr>
        <w:t>kleinem</w:t>
      </w:r>
      <w:r w:rsidRPr="003D398B">
        <w:rPr>
          <w:rFonts w:ascii="Century Gothic" w:hAnsi="Century Gothic"/>
          <w:noProof/>
          <w:lang w:val="de-DE"/>
        </w:rPr>
        <w:t xml:space="preserve"> </w:t>
      </w:r>
      <w:r w:rsidR="00F40F78">
        <w:rPr>
          <w:rFonts w:ascii="Century Gothic" w:hAnsi="Century Gothic"/>
          <w:noProof/>
          <w:lang w:val="de-DE"/>
        </w:rPr>
        <w:t>D</w:t>
      </w:r>
      <w:r w:rsidRPr="003D398B">
        <w:rPr>
          <w:rFonts w:ascii="Century Gothic" w:hAnsi="Century Gothic"/>
          <w:noProof/>
          <w:lang w:val="de-DE"/>
        </w:rPr>
        <w:t>urchmesser und ei</w:t>
      </w:r>
      <w:r>
        <w:rPr>
          <w:rFonts w:ascii="Century Gothic" w:hAnsi="Century Gothic"/>
          <w:noProof/>
          <w:lang w:val="de-DE"/>
        </w:rPr>
        <w:t>nem</w:t>
      </w:r>
      <w:r w:rsidRPr="003D398B">
        <w:rPr>
          <w:rFonts w:ascii="Century Gothic" w:hAnsi="Century Gothic"/>
          <w:noProof/>
          <w:lang w:val="de-DE"/>
        </w:rPr>
        <w:t xml:space="preserve"> nachhaltige</w:t>
      </w:r>
      <w:r>
        <w:rPr>
          <w:rFonts w:ascii="Century Gothic" w:hAnsi="Century Gothic"/>
          <w:noProof/>
          <w:lang w:val="de-DE"/>
        </w:rPr>
        <w:t>n</w:t>
      </w:r>
      <w:r w:rsidRPr="003D398B">
        <w:rPr>
          <w:rFonts w:ascii="Century Gothic" w:hAnsi="Century Gothic"/>
          <w:noProof/>
          <w:lang w:val="de-DE"/>
        </w:rPr>
        <w:t xml:space="preserve"> Design</w:t>
      </w:r>
      <w:r>
        <w:rPr>
          <w:rFonts w:ascii="Century Gothic" w:hAnsi="Century Gothic"/>
          <w:noProof/>
          <w:lang w:val="de-DE"/>
        </w:rPr>
        <w:t xml:space="preserve">, </w:t>
      </w:r>
      <w:r w:rsidRPr="003D398B">
        <w:rPr>
          <w:rFonts w:ascii="Century Gothic" w:hAnsi="Century Gothic"/>
          <w:noProof/>
          <w:lang w:val="de-DE"/>
        </w:rPr>
        <w:t>das die CO2-Bilanz deutlich senkt</w:t>
      </w:r>
      <w:r>
        <w:rPr>
          <w:rFonts w:ascii="Century Gothic" w:hAnsi="Century Gothic"/>
          <w:noProof/>
          <w:lang w:val="de-DE"/>
        </w:rPr>
        <w:t>.</w:t>
      </w:r>
    </w:p>
    <w:p w14:paraId="0282B043" w14:textId="77777777" w:rsidR="004231FB" w:rsidRPr="003D398B" w:rsidRDefault="008C5DAB" w:rsidP="008C5DAB">
      <w:pPr>
        <w:pStyle w:val="Listenabsatz"/>
        <w:spacing w:line="260" w:lineRule="atLeast"/>
        <w:jc w:val="center"/>
        <w:rPr>
          <w:rFonts w:ascii="Century Gothic" w:hAnsi="Century Gothic"/>
          <w:b/>
          <w:bCs/>
          <w:color w:val="0062C8"/>
          <w:sz w:val="16"/>
          <w:szCs w:val="16"/>
          <w:lang w:val="de-DE"/>
        </w:rPr>
      </w:pPr>
      <w:r w:rsidRPr="003D398B">
        <w:rPr>
          <w:rFonts w:ascii="Century Gothic" w:hAnsi="Century Gothic"/>
          <w:b/>
          <w:bCs/>
          <w:color w:val="0062C8"/>
          <w:sz w:val="16"/>
          <w:szCs w:val="16"/>
          <w:lang w:val="de-DE"/>
        </w:rPr>
        <w:t>- - - - - - - - - - - - - - - - - - - - - - - - - - - -</w:t>
      </w:r>
    </w:p>
    <w:p w14:paraId="16904209" w14:textId="140352FC" w:rsidR="004231FB" w:rsidRPr="003D398B" w:rsidRDefault="004231FB" w:rsidP="004231FB">
      <w:pPr>
        <w:spacing w:line="260" w:lineRule="atLeast"/>
        <w:jc w:val="center"/>
        <w:rPr>
          <w:rFonts w:ascii="Century Gothic" w:hAnsi="Century Gothic"/>
          <w:b/>
          <w:bCs/>
          <w:lang w:val="de-DE"/>
        </w:rPr>
      </w:pPr>
    </w:p>
    <w:p w14:paraId="37420A91" w14:textId="77777777" w:rsidR="004231FB" w:rsidRPr="003D398B" w:rsidRDefault="004231FB" w:rsidP="00467E8D">
      <w:pPr>
        <w:pStyle w:val="UponorPressContactHead"/>
        <w:rPr>
          <w:rFonts w:ascii="Century Gothic" w:hAnsi="Century Gothic"/>
          <w:lang w:val="de-DE"/>
        </w:rPr>
      </w:pPr>
      <w:r w:rsidRPr="003D398B">
        <w:rPr>
          <w:rFonts w:ascii="Century Gothic" w:hAnsi="Century Gothic"/>
          <w:lang w:val="de-DE"/>
        </w:rPr>
        <w:t>Press</w:t>
      </w:r>
      <w:r w:rsidR="004D0B5B" w:rsidRPr="003D398B">
        <w:rPr>
          <w:rFonts w:ascii="Century Gothic" w:hAnsi="Century Gothic"/>
          <w:lang w:val="de-DE"/>
        </w:rPr>
        <w:t>ekontakt</w:t>
      </w:r>
      <w:r w:rsidRPr="003D398B">
        <w:rPr>
          <w:rFonts w:ascii="Century Gothic" w:hAnsi="Century Gothic"/>
          <w:lang w:val="de-DE"/>
        </w:rPr>
        <w:t>:</w:t>
      </w:r>
    </w:p>
    <w:p w14:paraId="7B9C3876" w14:textId="77777777" w:rsidR="004231FB" w:rsidRPr="003D398B"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3D398B" w14:paraId="7BDD9356" w14:textId="77777777" w:rsidTr="0095033B">
        <w:tc>
          <w:tcPr>
            <w:tcW w:w="3686" w:type="dxa"/>
          </w:tcPr>
          <w:p w14:paraId="332EF443" w14:textId="77777777" w:rsidR="004231FB" w:rsidRPr="00585A35" w:rsidRDefault="004231FB" w:rsidP="00467E8D">
            <w:pPr>
              <w:pStyle w:val="UponorPressContactHead"/>
              <w:ind w:right="1333"/>
              <w:rPr>
                <w:rFonts w:ascii="Century Gothic" w:hAnsi="Century Gothic"/>
              </w:rPr>
            </w:pPr>
            <w:r w:rsidRPr="00585A35">
              <w:rPr>
                <w:rFonts w:ascii="Century Gothic" w:hAnsi="Century Gothic"/>
              </w:rPr>
              <w:t>Michaela</w:t>
            </w:r>
            <w:r w:rsidR="00467E8D" w:rsidRPr="00585A35">
              <w:rPr>
                <w:rFonts w:ascii="Century Gothic" w:hAnsi="Century Gothic"/>
              </w:rPr>
              <w:t xml:space="preserve"> Fr</w:t>
            </w:r>
            <w:r w:rsidRPr="00585A35">
              <w:rPr>
                <w:rFonts w:ascii="Century Gothic" w:hAnsi="Century Gothic"/>
              </w:rPr>
              <w:t>eytag</w:t>
            </w:r>
          </w:p>
          <w:p w14:paraId="2B5D8FAC" w14:textId="77777777" w:rsidR="004231FB" w:rsidRPr="00585A35"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r w:rsidRPr="00585A35">
              <w:rPr>
                <w:rFonts w:ascii="Century Gothic" w:hAnsi="Century Gothic" w:cs="Arial"/>
                <w:bCs/>
                <w:color w:val="auto"/>
                <w:sz w:val="18"/>
                <w:szCs w:val="18"/>
                <w:lang w:val="en-US"/>
              </w:rPr>
              <w:tab/>
            </w:r>
            <w:r w:rsidRPr="00585A35">
              <w:rPr>
                <w:rFonts w:ascii="Century Gothic" w:hAnsi="Century Gothic" w:cs="Arial"/>
                <w:bCs/>
                <w:color w:val="auto"/>
                <w:sz w:val="18"/>
                <w:szCs w:val="18"/>
                <w:lang w:val="en-US"/>
              </w:rPr>
              <w:tab/>
            </w:r>
          </w:p>
          <w:p w14:paraId="3F5D9173" w14:textId="77777777" w:rsidR="004231FB" w:rsidRPr="00585A35" w:rsidRDefault="004231FB" w:rsidP="00467E8D">
            <w:pPr>
              <w:pStyle w:val="UponorPressContactBoilerplate"/>
              <w:rPr>
                <w:rFonts w:ascii="Century Gothic" w:hAnsi="Century Gothic"/>
              </w:rPr>
            </w:pPr>
            <w:r w:rsidRPr="00585A35">
              <w:rPr>
                <w:rFonts w:ascii="Century Gothic" w:hAnsi="Century Gothic"/>
              </w:rPr>
              <w:t>Public Relations Manager</w:t>
            </w:r>
          </w:p>
          <w:p w14:paraId="03A1CC10" w14:textId="77777777" w:rsidR="004231FB" w:rsidRPr="00585A35" w:rsidRDefault="004231FB" w:rsidP="00467E8D">
            <w:pPr>
              <w:pStyle w:val="UponorPressContactBoilerplate"/>
              <w:rPr>
                <w:rFonts w:ascii="Century Gothic" w:hAnsi="Century Gothic"/>
              </w:rPr>
            </w:pPr>
            <w:r w:rsidRPr="00585A35">
              <w:rPr>
                <w:rFonts w:ascii="Century Gothic" w:hAnsi="Century Gothic"/>
              </w:rPr>
              <w:t>Uponor GmbH</w:t>
            </w:r>
          </w:p>
          <w:p w14:paraId="711E28C6" w14:textId="77777777" w:rsidR="004231FB" w:rsidRPr="00585A35" w:rsidRDefault="004231FB" w:rsidP="00467E8D">
            <w:pPr>
              <w:pStyle w:val="UponorPressContactBoilerplate"/>
              <w:rPr>
                <w:rFonts w:ascii="Century Gothic" w:hAnsi="Century Gothic"/>
              </w:rPr>
            </w:pPr>
            <w:r w:rsidRPr="00585A35">
              <w:rPr>
                <w:rFonts w:ascii="Century Gothic" w:hAnsi="Century Gothic"/>
              </w:rPr>
              <w:t>Building Solutions Europe</w:t>
            </w:r>
          </w:p>
          <w:p w14:paraId="2D0F1F27" w14:textId="77777777" w:rsidR="004231FB" w:rsidRPr="00585A35" w:rsidRDefault="004231FB" w:rsidP="00467E8D">
            <w:pPr>
              <w:pStyle w:val="UponorPressContactBoilerplate"/>
              <w:rPr>
                <w:rFonts w:ascii="Century Gothic" w:hAnsi="Century Gothic"/>
              </w:rPr>
            </w:pPr>
            <w:r w:rsidRPr="00585A35">
              <w:rPr>
                <w:rFonts w:ascii="Century Gothic" w:hAnsi="Century Gothic"/>
              </w:rPr>
              <w:t>P +49 (9521) 690 848</w:t>
            </w:r>
          </w:p>
          <w:p w14:paraId="382AF24F" w14:textId="77777777" w:rsidR="004231FB" w:rsidRPr="00585A35" w:rsidRDefault="007A2044" w:rsidP="00467E8D">
            <w:pPr>
              <w:pStyle w:val="UponorPressContactBoilerplate"/>
              <w:rPr>
                <w:rFonts w:ascii="Century Gothic" w:hAnsi="Century Gothic"/>
              </w:rPr>
            </w:pPr>
            <w:hyperlink r:id="rId13" w:history="1">
              <w:r w:rsidR="004231FB" w:rsidRPr="00585A35">
                <w:rPr>
                  <w:rStyle w:val="Hyperlink"/>
                  <w:rFonts w:ascii="Century Gothic" w:hAnsi="Century Gothic"/>
                </w:rPr>
                <w:t>michaela.freytag@uponor.com</w:t>
              </w:r>
            </w:hyperlink>
          </w:p>
          <w:p w14:paraId="629EA40D" w14:textId="77777777" w:rsidR="004231FB" w:rsidRPr="003D398B" w:rsidRDefault="007A2044" w:rsidP="00BE5EC2">
            <w:pPr>
              <w:pStyle w:val="KeinAbsatzformat"/>
              <w:tabs>
                <w:tab w:val="right" w:pos="2721"/>
              </w:tabs>
              <w:suppressAutoHyphens/>
              <w:spacing w:line="260" w:lineRule="atLeast"/>
              <w:rPr>
                <w:rFonts w:ascii="Century Gothic" w:hAnsi="Century Gothic" w:cs="Arial"/>
                <w:bCs/>
                <w:color w:val="auto"/>
                <w:sz w:val="16"/>
                <w:szCs w:val="16"/>
              </w:rPr>
            </w:pPr>
            <w:hyperlink r:id="rId14" w:history="1">
              <w:r w:rsidR="00E64891" w:rsidRPr="003D398B">
                <w:rPr>
                  <w:rStyle w:val="Hyperlink"/>
                  <w:rFonts w:ascii="Century Gothic" w:hAnsi="Century Gothic" w:cs="Arial"/>
                  <w:bCs/>
                  <w:sz w:val="18"/>
                  <w:szCs w:val="18"/>
                </w:rPr>
                <w:t>www.uponor.de</w:t>
              </w:r>
            </w:hyperlink>
          </w:p>
        </w:tc>
        <w:tc>
          <w:tcPr>
            <w:tcW w:w="3260" w:type="dxa"/>
          </w:tcPr>
          <w:p w14:paraId="7B088161" w14:textId="77777777" w:rsidR="004231FB" w:rsidRPr="00585A35" w:rsidRDefault="006A67DF" w:rsidP="00467E8D">
            <w:pPr>
              <w:pStyle w:val="UponorPressContactHead"/>
              <w:ind w:right="424"/>
              <w:rPr>
                <w:rFonts w:ascii="Century Gothic" w:hAnsi="Century Gothic"/>
              </w:rPr>
            </w:pPr>
            <w:r w:rsidRPr="00585A35">
              <w:rPr>
                <w:rFonts w:ascii="Century Gothic" w:hAnsi="Century Gothic"/>
              </w:rPr>
              <w:t>Andreas Dölker</w:t>
            </w:r>
          </w:p>
          <w:p w14:paraId="10584D58" w14:textId="77777777" w:rsidR="004231FB" w:rsidRPr="00585A35" w:rsidRDefault="004231FB" w:rsidP="00BE5EC2">
            <w:pPr>
              <w:shd w:val="clear" w:color="auto" w:fill="FFFFFF"/>
              <w:spacing w:line="260" w:lineRule="atLeast"/>
              <w:ind w:right="1"/>
              <w:rPr>
                <w:rFonts w:ascii="Century Gothic" w:eastAsia="Times New Roman" w:hAnsi="Century Gothic"/>
                <w:bCs/>
                <w:sz w:val="18"/>
                <w:szCs w:val="18"/>
              </w:rPr>
            </w:pPr>
          </w:p>
          <w:p w14:paraId="269BDA0C" w14:textId="77777777" w:rsidR="004231FB" w:rsidRPr="00585A35" w:rsidRDefault="004231FB" w:rsidP="00467E8D">
            <w:pPr>
              <w:pStyle w:val="UponorPressContactBoilerplate"/>
              <w:rPr>
                <w:rFonts w:ascii="Century Gothic" w:eastAsiaTheme="minorEastAsia" w:hAnsi="Century Gothic"/>
                <w:bCs w:val="0"/>
                <w:lang w:eastAsia="en-US"/>
              </w:rPr>
            </w:pPr>
            <w:r w:rsidRPr="00585A35">
              <w:rPr>
                <w:rFonts w:ascii="Century Gothic" w:hAnsi="Century Gothic"/>
              </w:rPr>
              <w:t>Communication Consultants GmbH</w:t>
            </w:r>
            <w:r w:rsidRPr="00585A35">
              <w:rPr>
                <w:rFonts w:ascii="Century Gothic" w:hAnsi="Century Gothic"/>
              </w:rPr>
              <w:br/>
              <w:t xml:space="preserve">P +49 (711) 97893 </w:t>
            </w:r>
            <w:r w:rsidR="006A67DF" w:rsidRPr="00585A35">
              <w:rPr>
                <w:rFonts w:ascii="Century Gothic" w:hAnsi="Century Gothic"/>
              </w:rPr>
              <w:t>51</w:t>
            </w:r>
            <w:r w:rsidRPr="00585A35">
              <w:rPr>
                <w:rFonts w:ascii="Century Gothic" w:hAnsi="Century Gothic"/>
              </w:rPr>
              <w:br/>
            </w:r>
            <w:hyperlink r:id="rId15" w:history="1">
              <w:r w:rsidR="00BE5EC2" w:rsidRPr="00585A35">
                <w:rPr>
                  <w:rStyle w:val="Hyperlink"/>
                  <w:rFonts w:ascii="Century Gothic" w:eastAsiaTheme="minorEastAsia" w:hAnsi="Century Gothic"/>
                  <w:bCs w:val="0"/>
                  <w:color w:val="4472C4" w:themeColor="accent1"/>
                  <w:lang w:eastAsia="en-US"/>
                </w:rPr>
                <w:t>uponor@cc-stuttgart.de</w:t>
              </w:r>
            </w:hyperlink>
            <w:r w:rsidR="00E64891" w:rsidRPr="00585A35">
              <w:rPr>
                <w:rStyle w:val="Hyperlink"/>
                <w:rFonts w:ascii="Century Gothic" w:eastAsiaTheme="minorEastAsia" w:hAnsi="Century Gothic"/>
                <w:bCs w:val="0"/>
                <w:color w:val="4472C4" w:themeColor="accent1"/>
                <w:lang w:eastAsia="en-US"/>
              </w:rPr>
              <w:br/>
            </w:r>
            <w:hyperlink r:id="rId16" w:history="1">
              <w:r w:rsidR="00E64891" w:rsidRPr="00585A35">
                <w:rPr>
                  <w:rStyle w:val="Hyperlink"/>
                  <w:rFonts w:ascii="Century Gothic" w:eastAsiaTheme="minorEastAsia" w:hAnsi="Century Gothic"/>
                  <w:color w:val="4472C4" w:themeColor="accent1"/>
                  <w:lang w:eastAsia="en-US"/>
                </w:rPr>
                <w:t>www.cc-stuttgart.de</w:t>
              </w:r>
            </w:hyperlink>
          </w:p>
          <w:p w14:paraId="4408D739" w14:textId="77777777" w:rsidR="00BE5EC2" w:rsidRPr="00585A35" w:rsidRDefault="00BE5EC2" w:rsidP="00BE5EC2">
            <w:pPr>
              <w:shd w:val="clear" w:color="auto" w:fill="FFFFFF"/>
              <w:spacing w:line="260" w:lineRule="atLeast"/>
              <w:ind w:right="1"/>
              <w:rPr>
                <w:rFonts w:ascii="Century Gothic" w:eastAsiaTheme="minorEastAsia" w:hAnsi="Century Gothic"/>
                <w:bCs/>
                <w:sz w:val="18"/>
                <w:szCs w:val="18"/>
                <w:lang w:eastAsia="en-US"/>
              </w:rPr>
            </w:pPr>
          </w:p>
          <w:p w14:paraId="22358FE2" w14:textId="77777777" w:rsidR="004231FB" w:rsidRPr="00585A35"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p>
        </w:tc>
      </w:tr>
      <w:tr w:rsidR="00C628B4" w:rsidRPr="003D398B" w14:paraId="10CD0A62" w14:textId="77777777" w:rsidTr="00C63D74">
        <w:tc>
          <w:tcPr>
            <w:tcW w:w="6946" w:type="dxa"/>
            <w:gridSpan w:val="2"/>
          </w:tcPr>
          <w:p w14:paraId="7E6A39F5" w14:textId="77777777" w:rsidR="00057A6E" w:rsidRPr="00585A35" w:rsidRDefault="00057A6E" w:rsidP="004231FB">
            <w:pPr>
              <w:shd w:val="clear" w:color="auto" w:fill="FFFFFF"/>
              <w:spacing w:line="260" w:lineRule="atLeast"/>
              <w:ind w:right="1"/>
              <w:rPr>
                <w:rFonts w:ascii="Century Gothic" w:eastAsia="Times New Roman" w:hAnsi="Century Gothic"/>
                <w:bCs/>
                <w:sz w:val="18"/>
                <w:szCs w:val="18"/>
              </w:rPr>
            </w:pPr>
          </w:p>
          <w:p w14:paraId="4C3E659D" w14:textId="77777777" w:rsidR="00057A6E" w:rsidRPr="00585A35" w:rsidRDefault="00057A6E" w:rsidP="004231FB">
            <w:pPr>
              <w:shd w:val="clear" w:color="auto" w:fill="FFFFFF"/>
              <w:spacing w:line="260" w:lineRule="atLeast"/>
              <w:ind w:right="1"/>
              <w:rPr>
                <w:rFonts w:ascii="Century Gothic" w:eastAsia="Times New Roman" w:hAnsi="Century Gothic"/>
                <w:bCs/>
                <w:sz w:val="18"/>
                <w:szCs w:val="18"/>
              </w:rPr>
            </w:pPr>
          </w:p>
        </w:tc>
      </w:tr>
      <w:tr w:rsidR="00DA3D76" w:rsidRPr="003D398B" w14:paraId="6F1CE5AC" w14:textId="77777777" w:rsidTr="00C63D74">
        <w:tc>
          <w:tcPr>
            <w:tcW w:w="6946" w:type="dxa"/>
            <w:gridSpan w:val="2"/>
          </w:tcPr>
          <w:p w14:paraId="25141CFB" w14:textId="77777777" w:rsidR="00DA3D76" w:rsidRPr="003D398B" w:rsidRDefault="004D0B5B" w:rsidP="00467E8D">
            <w:pPr>
              <w:pStyle w:val="UponorPressContactHead"/>
              <w:rPr>
                <w:rFonts w:ascii="Century Gothic" w:hAnsi="Century Gothic"/>
                <w:strike/>
                <w:lang w:val="de-DE"/>
              </w:rPr>
            </w:pPr>
            <w:r w:rsidRPr="003D398B">
              <w:rPr>
                <w:rFonts w:ascii="Century Gothic" w:hAnsi="Century Gothic"/>
                <w:lang w:val="de-DE"/>
              </w:rPr>
              <w:t xml:space="preserve">Über </w:t>
            </w:r>
            <w:r w:rsidR="00DA3D76" w:rsidRPr="003D398B">
              <w:rPr>
                <w:rFonts w:ascii="Century Gothic" w:hAnsi="Century Gothic"/>
                <w:lang w:val="de-DE"/>
              </w:rPr>
              <w:t>Uponor</w:t>
            </w:r>
          </w:p>
          <w:p w14:paraId="0FA898B0" w14:textId="77777777" w:rsidR="00DD4196" w:rsidRPr="003D398B" w:rsidRDefault="00DD4196" w:rsidP="004D0B5B">
            <w:pPr>
              <w:pStyle w:val="UponorPressContactBoilerplate"/>
              <w:rPr>
                <w:rFonts w:ascii="Century Gothic" w:hAnsi="Century Gothic"/>
                <w:lang w:val="de-DE"/>
              </w:rPr>
            </w:pPr>
            <w:r w:rsidRPr="003D398B">
              <w:rPr>
                <w:rFonts w:ascii="Century Gothic" w:hAnsi="Century Gothic"/>
                <w:lang w:val="de-DE"/>
              </w:rPr>
              <w:t xml:space="preserve">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 </w:t>
            </w:r>
          </w:p>
          <w:p w14:paraId="51F640B3" w14:textId="77777777" w:rsidR="00DA3D76" w:rsidRPr="003D398B" w:rsidRDefault="007A2044" w:rsidP="004D0B5B">
            <w:pPr>
              <w:pStyle w:val="UponorPressContactBoilerplate"/>
              <w:rPr>
                <w:rFonts w:ascii="Century Gothic" w:hAnsi="Century Gothic"/>
                <w:lang w:val="de-DE"/>
              </w:rPr>
            </w:pPr>
            <w:hyperlink r:id="rId17" w:history="1">
              <w:r w:rsidR="004D0B5B" w:rsidRPr="003D398B">
                <w:rPr>
                  <w:rStyle w:val="Hyperlink"/>
                  <w:rFonts w:ascii="Century Gothic" w:hAnsi="Century Gothic"/>
                  <w:lang w:val="de-DE"/>
                </w:rPr>
                <w:t>www.uponor.de</w:t>
              </w:r>
            </w:hyperlink>
          </w:p>
        </w:tc>
      </w:tr>
      <w:tr w:rsidR="0095033B" w:rsidRPr="003D398B" w14:paraId="23A4B7D4" w14:textId="77777777" w:rsidTr="00C63D74">
        <w:tc>
          <w:tcPr>
            <w:tcW w:w="6946" w:type="dxa"/>
            <w:gridSpan w:val="2"/>
          </w:tcPr>
          <w:p w14:paraId="42A3DEBC" w14:textId="77777777" w:rsidR="0095033B" w:rsidRPr="003D398B" w:rsidRDefault="0095033B" w:rsidP="00561181">
            <w:pPr>
              <w:shd w:val="clear" w:color="auto" w:fill="FFFFFF"/>
              <w:spacing w:line="240" w:lineRule="auto"/>
              <w:rPr>
                <w:rFonts w:eastAsia="Times New Roman"/>
                <w:bCs/>
                <w:sz w:val="18"/>
                <w:szCs w:val="18"/>
                <w:lang w:val="de-DE"/>
              </w:rPr>
            </w:pPr>
          </w:p>
        </w:tc>
      </w:tr>
    </w:tbl>
    <w:p w14:paraId="012CF837" w14:textId="77777777" w:rsidR="004231FB" w:rsidRPr="003D398B" w:rsidRDefault="002F68B2" w:rsidP="004231FB">
      <w:pPr>
        <w:shd w:val="clear" w:color="auto" w:fill="FFFFFF"/>
        <w:spacing w:line="220" w:lineRule="atLeast"/>
        <w:ind w:right="1"/>
        <w:rPr>
          <w:rFonts w:eastAsia="Times New Roman"/>
          <w:sz w:val="18"/>
          <w:szCs w:val="18"/>
          <w:lang w:val="de-DE"/>
        </w:rPr>
      </w:pPr>
      <w:r w:rsidRPr="003D398B">
        <w:rPr>
          <w:rFonts w:eastAsia="Times New Roman"/>
          <w:noProof/>
          <w:sz w:val="18"/>
          <w:szCs w:val="18"/>
          <w:lang w:val="de-DE"/>
        </w:rPr>
        <w:drawing>
          <wp:anchor distT="0" distB="0" distL="114300" distR="114300" simplePos="0" relativeHeight="251661312" behindDoc="0" locked="0" layoutInCell="1" allowOverlap="1" wp14:anchorId="6839DDDF" wp14:editId="0F019100">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8"/>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8"/>
                      <a:extLst>
                        <a:ext uri="{FF2B5EF4-FFF2-40B4-BE49-F238E27FC236}">
                          <a16:creationId xmlns:a16="http://schemas.microsoft.com/office/drawing/2014/main" id="{CD943E29-722A-499A-B8D6-EEB621694191}"/>
                        </a:ext>
                      </a:extLst>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3D398B">
        <w:rPr>
          <w:rFonts w:eastAsia="Times New Roman"/>
          <w:noProof/>
          <w:sz w:val="18"/>
          <w:szCs w:val="18"/>
          <w:lang w:val="de-DE"/>
        </w:rPr>
        <w:drawing>
          <wp:anchor distT="0" distB="0" distL="114300" distR="114300" simplePos="0" relativeHeight="251660288" behindDoc="0" locked="0" layoutInCell="1" allowOverlap="1" wp14:anchorId="4A24706F" wp14:editId="72FA3E71">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0"/>
                      <a:extLst>
                        <a:ext uri="{FF2B5EF4-FFF2-40B4-BE49-F238E27FC236}">
                          <a16:creationId xmlns:a16="http://schemas.microsoft.com/office/drawing/2014/main" id="{0674646A-EFE1-4756-BD0F-C0E962ADB25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64D24DE9" w14:textId="306116FF" w:rsidR="008E1378" w:rsidRPr="00A46055" w:rsidRDefault="002F68B2" w:rsidP="00A46055">
      <w:pPr>
        <w:shd w:val="clear" w:color="auto" w:fill="FFFFFF"/>
        <w:spacing w:line="220" w:lineRule="atLeast"/>
        <w:ind w:right="1"/>
        <w:rPr>
          <w:rFonts w:eastAsia="Times New Roman"/>
          <w:sz w:val="18"/>
          <w:szCs w:val="18"/>
          <w:lang w:val="de-DE"/>
        </w:rPr>
      </w:pPr>
      <w:r w:rsidRPr="003D398B">
        <w:rPr>
          <w:rFonts w:eastAsia="Times New Roman"/>
          <w:noProof/>
          <w:sz w:val="18"/>
          <w:szCs w:val="18"/>
          <w:lang w:val="de-DE"/>
        </w:rPr>
        <w:drawing>
          <wp:anchor distT="0" distB="0" distL="114300" distR="114300" simplePos="0" relativeHeight="251659264" behindDoc="0" locked="0" layoutInCell="1" allowOverlap="1" wp14:anchorId="053A7961" wp14:editId="2F4F2953">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2"/>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sectPr w:rsidR="008E1378" w:rsidRPr="00A46055"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51296" w14:textId="77777777" w:rsidR="00DD4196" w:rsidRDefault="00DD4196" w:rsidP="0005132C">
      <w:r>
        <w:separator/>
      </w:r>
    </w:p>
    <w:p w14:paraId="6076E333" w14:textId="77777777" w:rsidR="00DD4196" w:rsidRDefault="00DD4196" w:rsidP="0005132C"/>
  </w:endnote>
  <w:endnote w:type="continuationSeparator" w:id="0">
    <w:p w14:paraId="4BF70C25" w14:textId="77777777" w:rsidR="00DD4196" w:rsidRDefault="00DD4196" w:rsidP="0005132C">
      <w:r>
        <w:continuationSeparator/>
      </w:r>
    </w:p>
    <w:p w14:paraId="5F99C181" w14:textId="77777777" w:rsidR="00DD4196" w:rsidRDefault="00DD4196"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953FC" w14:textId="77777777"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585A35">
      <w:rPr>
        <w:bCs/>
        <w:noProof/>
        <w:sz w:val="12"/>
        <w:szCs w:val="12"/>
      </w:rPr>
      <w:t>4</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585A35">
      <w:rPr>
        <w:bCs/>
        <w:noProof/>
        <w:sz w:val="12"/>
        <w:szCs w:val="12"/>
      </w:rPr>
      <w:t>4</w:t>
    </w:r>
    <w:r w:rsidR="00E64891" w:rsidRPr="00816719">
      <w:rPr>
        <w:bCs/>
        <w:sz w:val="12"/>
        <w:szCs w:val="12"/>
      </w:rPr>
      <w:fldChar w:fldCharType="end"/>
    </w:r>
    <w:r w:rsidR="00E64891" w:rsidRPr="00816719">
      <w:rPr>
        <w:bCs/>
        <w:sz w:val="12"/>
        <w:szCs w:val="12"/>
      </w:rPr>
      <w:tab/>
    </w:r>
  </w:p>
  <w:p w14:paraId="1797B61D" w14:textId="77777777" w:rsidR="00E64891" w:rsidRPr="00791E95" w:rsidRDefault="00E64891">
    <w:pPr>
      <w:pStyle w:val="Fuzeile"/>
    </w:pPr>
  </w:p>
  <w:p w14:paraId="32324446"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7F017" w14:textId="77777777" w:rsidR="00DD4196" w:rsidRDefault="00DD4196" w:rsidP="0005132C">
      <w:r>
        <w:separator/>
      </w:r>
    </w:p>
    <w:p w14:paraId="3692978B" w14:textId="77777777" w:rsidR="00DD4196" w:rsidRDefault="00DD4196" w:rsidP="0005132C"/>
  </w:footnote>
  <w:footnote w:type="continuationSeparator" w:id="0">
    <w:p w14:paraId="30CC8CA2" w14:textId="77777777" w:rsidR="00DD4196" w:rsidRDefault="00DD4196" w:rsidP="0005132C">
      <w:r>
        <w:continuationSeparator/>
      </w:r>
    </w:p>
    <w:p w14:paraId="323BF43A" w14:textId="77777777" w:rsidR="00DD4196" w:rsidRDefault="00DD4196"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6E223"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044930DD" wp14:editId="06E44AAE">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7F11B81E" wp14:editId="65D15EF7">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87BF2"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F11B81E"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0BAE9"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2C35248A" wp14:editId="0DC790D0">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3C0B2466" wp14:editId="128036AC">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0738B"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C0B2466"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4EAD8093"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5BBE2140" wp14:editId="0C4440DC">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4B4C6"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6E27C521"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06C2727C"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6CAEBD4F"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06A17DBC"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7C61367D"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BE2140"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" filled="f" stroked="f">
              <v:textbox inset="0,0,,0">
                <w:txbxContent>
                  <w:p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proofErr w:type="spellStart"/>
                    <w:r w:rsidRPr="00C372E1">
                      <w:rPr>
                        <w:rFonts w:ascii="Century Gothic" w:hAnsi="Century Gothic" w:cs="Arial"/>
                        <w:b/>
                        <w:color w:val="0062C8"/>
                        <w:sz w:val="16"/>
                        <w:szCs w:val="16"/>
                        <w:lang w:val="en-US"/>
                      </w:rPr>
                      <w:t>Uponor</w:t>
                    </w:r>
                    <w:proofErr w:type="spellEnd"/>
                    <w:r w:rsidRPr="00C372E1">
                      <w:rPr>
                        <w:rFonts w:ascii="Century Gothic" w:hAnsi="Century Gothic" w:cs="Arial"/>
                        <w:b/>
                        <w:color w:val="0062C8"/>
                        <w:sz w:val="16"/>
                        <w:szCs w:val="16"/>
                        <w:lang w:val="en-US"/>
                      </w:rPr>
                      <w:t xml:space="preserve"> GmbH</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4E6B4577" wp14:editId="0634E7BC">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9A5BB" w14:textId="77777777"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DD4196" w:rsidRPr="00DD4196">
                            <w:rPr>
                              <w:rFonts w:ascii="Century Gothic" w:hAnsi="Century Gothic"/>
                              <w:b/>
                              <w:bCs/>
                              <w:color w:val="0062C8"/>
                            </w:rPr>
                            <w:t>EcoflexVIP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E6B4577" id="_x0000_s1029"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z6FuA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" filled="f" stroked="f">
              <v:textbox style="mso-fit-shape-to-text:t">
                <w:txbxContent>
                  <w:p w:rsidR="00E64891" w:rsidRPr="00C372E1" w:rsidRDefault="00E64891" w:rsidP="00891E07">
                    <w:pPr>
                      <w:rPr>
                        <w:rFonts w:ascii="Century Gothic" w:hAnsi="Century Gothic"/>
                        <w:color w:val="0062C8"/>
                      </w:rPr>
                    </w:pPr>
                    <w:r w:rsidRPr="00C372E1">
                      <w:rPr>
                        <w:rFonts w:ascii="Century Gothic" w:hAnsi="Century Gothic"/>
                        <w:b/>
                        <w:bCs/>
                        <w:color w:val="0062C8"/>
                      </w:rPr>
                      <w:t>#</w:t>
                    </w:r>
                    <w:proofErr w:type="spellStart"/>
                    <w:r w:rsidR="00DD4196" w:rsidRPr="00DD4196">
                      <w:rPr>
                        <w:rFonts w:ascii="Century Gothic" w:hAnsi="Century Gothic"/>
                        <w:b/>
                        <w:bCs/>
                        <w:color w:val="0062C8"/>
                      </w:rPr>
                      <w:t>EcoflexVIP</w:t>
                    </w:r>
                    <w:proofErr w:type="spellEnd"/>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196"/>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398B"/>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85A35"/>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DDC"/>
    <w:rsid w:val="006C6DC3"/>
    <w:rsid w:val="006D1E81"/>
    <w:rsid w:val="006D5E2C"/>
    <w:rsid w:val="006E0D39"/>
    <w:rsid w:val="006E4C6B"/>
    <w:rsid w:val="006E4D2C"/>
    <w:rsid w:val="006F0963"/>
    <w:rsid w:val="006F674D"/>
    <w:rsid w:val="00707542"/>
    <w:rsid w:val="0071112F"/>
    <w:rsid w:val="00715211"/>
    <w:rsid w:val="00732012"/>
    <w:rsid w:val="00734192"/>
    <w:rsid w:val="00736E3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2044"/>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46087"/>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F114E"/>
    <w:rsid w:val="00A02340"/>
    <w:rsid w:val="00A024BE"/>
    <w:rsid w:val="00A150CA"/>
    <w:rsid w:val="00A157E6"/>
    <w:rsid w:val="00A171F5"/>
    <w:rsid w:val="00A229DA"/>
    <w:rsid w:val="00A41352"/>
    <w:rsid w:val="00A42501"/>
    <w:rsid w:val="00A46055"/>
    <w:rsid w:val="00A503D2"/>
    <w:rsid w:val="00A50663"/>
    <w:rsid w:val="00A526CB"/>
    <w:rsid w:val="00A53A99"/>
    <w:rsid w:val="00A63EF0"/>
    <w:rsid w:val="00A65156"/>
    <w:rsid w:val="00A65BD8"/>
    <w:rsid w:val="00A72C74"/>
    <w:rsid w:val="00A7409E"/>
    <w:rsid w:val="00A74F80"/>
    <w:rsid w:val="00A802F6"/>
    <w:rsid w:val="00A81AD4"/>
    <w:rsid w:val="00A83060"/>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2CD8"/>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4196"/>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64891"/>
    <w:rsid w:val="00E7369B"/>
    <w:rsid w:val="00E75B50"/>
    <w:rsid w:val="00E769EC"/>
    <w:rsid w:val="00E8621C"/>
    <w:rsid w:val="00E873DE"/>
    <w:rsid w:val="00E97347"/>
    <w:rsid w:val="00EA5989"/>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4AA8"/>
    <w:rsid w:val="00F35331"/>
    <w:rsid w:val="00F35812"/>
    <w:rsid w:val="00F40F78"/>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659D"/>
    <w:rsid w:val="00FB70B1"/>
    <w:rsid w:val="00FC21A1"/>
    <w:rsid w:val="00FC3628"/>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174275"/>
  <w15:docId w15:val="{B7FAF1E5-4260-439C-A6D2-803C4F4F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craid02\CCPublic\Kunden\UPONOR\02_Gestaltung-Basics\Presse\michaela.freytag@uponor.com" TargetMode="External"/><Relationship Id="rId18" Type="http://schemas.openxmlformats.org/officeDocument/2006/relationships/hyperlink" Target="https://www.youtube.com/c/Upono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file:///\\ccraid02\CCPublic\Kunden\UPONOR\02_Gestaltung-Basics\Presse\www.uponor.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ccraid02\CCPublic\Kunden\UPONOR\02_Gestaltung-Basics\Presse\www.cc-stuttgart.de" TargetMode="External"/><Relationship Id="rId20" Type="http://schemas.openxmlformats.org/officeDocument/2006/relationships/hyperlink" Target="https://www.linkedin.com/company/upon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uponor@cc-stuttgart.de" TargetMode="Externa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4.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craid02\CCPublic\Kunden\UPONOR\02_Gestaltung-Basics\Presse\www.uponor.de" TargetMode="External"/><Relationship Id="rId22" Type="http://schemas.openxmlformats.org/officeDocument/2006/relationships/hyperlink" Target="https://www.facebook.com/UponorDeutschlan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holzheid\AppData\Local\Temp\Temp3_Uponor_Word-Vorlagen_Maerz2021.zip\Uponor_PI-Vorlage_deut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91DB7FEA-D81B-461A-B9DF-6759F45643EB}">
  <ds:schemaRefs>
    <ds:schemaRef ds:uri="http://schemas.openxmlformats.org/officeDocument/2006/bibliography"/>
  </ds:schemaRefs>
</ds:datastoreItem>
</file>

<file path=customXml/itemProps3.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Uponor_PI-Vorlage_deutsch</Template>
  <TotalTime>0</TotalTime>
  <Pages>4</Pages>
  <Words>911</Words>
  <Characters>5742</Characters>
  <Application>Microsoft Office Word</Application>
  <DocSecurity>0</DocSecurity>
  <Lines>47</Lines>
  <Paragraphs>13</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6640</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Holzheid, Eva</dc:creator>
  <cp:keywords/>
  <cp:lastModifiedBy>Andreas Dölker</cp:lastModifiedBy>
  <cp:revision>14</cp:revision>
  <cp:lastPrinted>2020-04-29T13:06:00Z</cp:lastPrinted>
  <dcterms:created xsi:type="dcterms:W3CDTF">2021-03-11T09:42:00Z</dcterms:created>
  <dcterms:modified xsi:type="dcterms:W3CDTF">2021-03-12T11:18:00Z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